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0AC" w:rsidRPr="00BD7B2F" w:rsidRDefault="00FB20AC" w:rsidP="00BD7B2F">
      <w:pPr>
        <w:shd w:val="clear" w:color="auto" w:fill="FFFFFF"/>
        <w:spacing w:after="0"/>
        <w:ind w:left="-54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BD7B2F">
        <w:rPr>
          <w:rFonts w:ascii="Times New Roman" w:hAnsi="Times New Roman"/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FB20AC" w:rsidRPr="00BD7B2F" w:rsidRDefault="00FB20AC" w:rsidP="00BD7B2F">
      <w:pPr>
        <w:shd w:val="clear" w:color="auto" w:fill="FFFFFF"/>
        <w:spacing w:after="0"/>
        <w:ind w:left="-54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BD7B2F">
        <w:rPr>
          <w:rFonts w:ascii="Times New Roman" w:hAnsi="Times New Roman"/>
          <w:bCs/>
          <w:color w:val="000000"/>
          <w:sz w:val="28"/>
          <w:szCs w:val="28"/>
        </w:rPr>
        <w:t xml:space="preserve">средняя общеобразовательная школа №2 </w:t>
      </w:r>
    </w:p>
    <w:p w:rsidR="00FB20AC" w:rsidRPr="00BD7B2F" w:rsidRDefault="00FB20AC" w:rsidP="00BD7B2F">
      <w:pPr>
        <w:shd w:val="clear" w:color="auto" w:fill="FFFFFF"/>
        <w:spacing w:after="0"/>
        <w:ind w:left="-54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BD7B2F">
        <w:rPr>
          <w:rFonts w:ascii="Times New Roman" w:hAnsi="Times New Roman"/>
          <w:bCs/>
          <w:color w:val="000000"/>
          <w:sz w:val="28"/>
          <w:szCs w:val="28"/>
        </w:rPr>
        <w:t>имени Леонида Николаевича Плаксина поселка Мостовского</w:t>
      </w:r>
    </w:p>
    <w:p w:rsidR="00FB20AC" w:rsidRPr="00BD7B2F" w:rsidRDefault="00FB20AC" w:rsidP="00BD7B2F">
      <w:pPr>
        <w:shd w:val="clear" w:color="auto" w:fill="FFFFFF"/>
        <w:spacing w:after="0"/>
        <w:ind w:left="-54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BD7B2F">
        <w:rPr>
          <w:rFonts w:ascii="Times New Roman" w:hAnsi="Times New Roman"/>
          <w:bCs/>
          <w:color w:val="000000"/>
          <w:sz w:val="28"/>
          <w:szCs w:val="28"/>
        </w:rPr>
        <w:t>муниципального образования Мостовский район</w:t>
      </w:r>
    </w:p>
    <w:p w:rsidR="00FB20AC" w:rsidRPr="00BD7B2F" w:rsidRDefault="00FB20AC" w:rsidP="00BD7B2F">
      <w:pPr>
        <w:shd w:val="clear" w:color="auto" w:fill="FFFFFF"/>
        <w:spacing w:after="0"/>
        <w:ind w:left="-540"/>
        <w:rPr>
          <w:rFonts w:ascii="Times New Roman" w:hAnsi="Times New Roman"/>
          <w:color w:val="000000"/>
          <w:sz w:val="28"/>
          <w:szCs w:val="28"/>
        </w:rPr>
      </w:pPr>
    </w:p>
    <w:p w:rsidR="00FB20AC" w:rsidRPr="00BD7B2F" w:rsidRDefault="00FB20AC" w:rsidP="00BD7B2F">
      <w:pPr>
        <w:shd w:val="clear" w:color="auto" w:fill="FFFFFF"/>
        <w:spacing w:after="0"/>
        <w:ind w:left="-540"/>
        <w:rPr>
          <w:rFonts w:ascii="Times New Roman" w:hAnsi="Times New Roman"/>
          <w:color w:val="000000"/>
          <w:sz w:val="28"/>
          <w:szCs w:val="28"/>
        </w:rPr>
      </w:pPr>
    </w:p>
    <w:p w:rsidR="00FB20AC" w:rsidRPr="00BD7B2F" w:rsidRDefault="00FB20AC" w:rsidP="00BD7B2F">
      <w:pPr>
        <w:shd w:val="clear" w:color="auto" w:fill="FFFFFF"/>
        <w:spacing w:after="0"/>
        <w:ind w:left="-540"/>
        <w:rPr>
          <w:rFonts w:ascii="Times New Roman" w:hAnsi="Times New Roman"/>
          <w:color w:val="000000"/>
          <w:sz w:val="28"/>
          <w:szCs w:val="28"/>
        </w:rPr>
      </w:pPr>
    </w:p>
    <w:p w:rsidR="00FB20AC" w:rsidRPr="00BD7B2F" w:rsidRDefault="00FB20AC" w:rsidP="00BD7B2F">
      <w:pPr>
        <w:shd w:val="clear" w:color="auto" w:fill="FFFFFF"/>
        <w:spacing w:after="0"/>
        <w:jc w:val="right"/>
        <w:rPr>
          <w:rFonts w:ascii="Times New Roman" w:hAnsi="Times New Roman"/>
          <w:color w:val="1A1A1A"/>
          <w:sz w:val="28"/>
          <w:szCs w:val="28"/>
        </w:rPr>
      </w:pPr>
      <w:r w:rsidRPr="00BD7B2F">
        <w:rPr>
          <w:rFonts w:ascii="Times New Roman" w:hAnsi="Times New Roman"/>
          <w:color w:val="1A1A1A"/>
          <w:sz w:val="28"/>
          <w:szCs w:val="28"/>
        </w:rPr>
        <w:t>УТВЕРЖДЕНО</w:t>
      </w:r>
    </w:p>
    <w:p w:rsidR="00FB20AC" w:rsidRPr="00BD7B2F" w:rsidRDefault="00FB20AC" w:rsidP="00BD7B2F">
      <w:pPr>
        <w:shd w:val="clear" w:color="auto" w:fill="FFFFFF"/>
        <w:spacing w:after="0"/>
        <w:jc w:val="right"/>
        <w:rPr>
          <w:rFonts w:ascii="Times New Roman" w:hAnsi="Times New Roman"/>
          <w:color w:val="1A1A1A"/>
          <w:sz w:val="28"/>
          <w:szCs w:val="28"/>
        </w:rPr>
      </w:pPr>
      <w:r w:rsidRPr="00BD7B2F">
        <w:rPr>
          <w:rFonts w:ascii="Times New Roman" w:hAnsi="Times New Roman"/>
          <w:color w:val="1A1A1A"/>
          <w:sz w:val="28"/>
          <w:szCs w:val="28"/>
        </w:rPr>
        <w:t xml:space="preserve">                                                                          решением  педагогического совета </w:t>
      </w:r>
    </w:p>
    <w:p w:rsidR="00FB20AC" w:rsidRPr="00BD7B2F" w:rsidRDefault="00FB20AC" w:rsidP="00BD7B2F">
      <w:pPr>
        <w:shd w:val="clear" w:color="auto" w:fill="FFFFFF"/>
        <w:spacing w:after="0"/>
        <w:jc w:val="right"/>
        <w:rPr>
          <w:rFonts w:ascii="Times New Roman" w:hAnsi="Times New Roman"/>
          <w:color w:val="1A1A1A"/>
          <w:sz w:val="28"/>
          <w:szCs w:val="28"/>
        </w:rPr>
      </w:pPr>
      <w:r w:rsidRPr="00BD7B2F">
        <w:rPr>
          <w:rFonts w:ascii="Times New Roman" w:hAnsi="Times New Roman"/>
          <w:color w:val="1A1A1A"/>
          <w:sz w:val="28"/>
          <w:szCs w:val="28"/>
        </w:rPr>
        <w:t xml:space="preserve">                                                                   от 30 августа  2019  года протокол № 1</w:t>
      </w:r>
    </w:p>
    <w:p w:rsidR="00FB20AC" w:rsidRPr="00BD7B2F" w:rsidRDefault="00FB20AC" w:rsidP="00BD7B2F">
      <w:pPr>
        <w:shd w:val="clear" w:color="auto" w:fill="FFFFFF"/>
        <w:spacing w:after="0"/>
        <w:jc w:val="right"/>
        <w:rPr>
          <w:rFonts w:ascii="Times New Roman" w:hAnsi="Times New Roman"/>
          <w:color w:val="1A1A1A"/>
          <w:sz w:val="28"/>
          <w:szCs w:val="28"/>
        </w:rPr>
      </w:pPr>
      <w:r w:rsidRPr="00BD7B2F">
        <w:rPr>
          <w:rFonts w:ascii="Times New Roman" w:hAnsi="Times New Roman"/>
          <w:color w:val="1A1A1A"/>
          <w:sz w:val="28"/>
          <w:szCs w:val="28"/>
        </w:rPr>
        <w:t xml:space="preserve">                                                               Председатель  _______Самойленко М.А.</w:t>
      </w:r>
    </w:p>
    <w:p w:rsidR="00FB20AC" w:rsidRPr="00BD7B2F" w:rsidRDefault="00FB20AC" w:rsidP="00BD7B2F">
      <w:pPr>
        <w:pStyle w:val="1"/>
        <w:ind w:left="-540"/>
        <w:rPr>
          <w:rFonts w:ascii="Times New Roman" w:hAnsi="Times New Roman"/>
          <w:b/>
          <w:sz w:val="28"/>
          <w:szCs w:val="28"/>
        </w:rPr>
      </w:pPr>
    </w:p>
    <w:p w:rsidR="00FB20AC" w:rsidRPr="00BD7B2F" w:rsidRDefault="00FB20AC" w:rsidP="00BD7B2F">
      <w:pPr>
        <w:shd w:val="clear" w:color="auto" w:fill="FFFFFF"/>
        <w:spacing w:after="0"/>
        <w:ind w:left="-540"/>
        <w:rPr>
          <w:rFonts w:ascii="Times New Roman" w:hAnsi="Times New Roman"/>
          <w:color w:val="000000"/>
          <w:sz w:val="28"/>
          <w:szCs w:val="28"/>
        </w:rPr>
      </w:pPr>
      <w:r w:rsidRPr="00BD7B2F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BD7B2F">
        <w:rPr>
          <w:rFonts w:ascii="Times New Roman" w:hAnsi="Times New Roman"/>
          <w:sz w:val="28"/>
          <w:szCs w:val="28"/>
        </w:rPr>
        <w:t xml:space="preserve">          </w:t>
      </w:r>
    </w:p>
    <w:p w:rsidR="00FB20AC" w:rsidRPr="00BD7B2F" w:rsidRDefault="00FB20AC" w:rsidP="00BD7B2F">
      <w:pPr>
        <w:shd w:val="clear" w:color="auto" w:fill="FFFFFF"/>
        <w:spacing w:after="0"/>
        <w:ind w:left="-54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20AC" w:rsidRPr="00BD7B2F" w:rsidRDefault="00FB20AC" w:rsidP="00BD7B2F">
      <w:pPr>
        <w:shd w:val="clear" w:color="auto" w:fill="FFFFFF"/>
        <w:spacing w:after="0"/>
        <w:ind w:left="-54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20AC" w:rsidRPr="00BD7B2F" w:rsidRDefault="00FB20AC" w:rsidP="00BD7B2F">
      <w:pPr>
        <w:pStyle w:val="Heading3"/>
        <w:spacing w:after="0"/>
        <w:ind w:left="-540"/>
        <w:jc w:val="center"/>
        <w:rPr>
          <w:rFonts w:ascii="Times New Roman" w:hAnsi="Times New Roman"/>
          <w:i/>
          <w:sz w:val="28"/>
          <w:szCs w:val="28"/>
        </w:rPr>
      </w:pPr>
      <w:r w:rsidRPr="00BD7B2F">
        <w:rPr>
          <w:rFonts w:ascii="Times New Roman" w:hAnsi="Times New Roman"/>
          <w:i/>
          <w:sz w:val="28"/>
          <w:szCs w:val="28"/>
        </w:rPr>
        <w:t xml:space="preserve">РАБОЧАЯ  ПРОГРАММА  </w:t>
      </w:r>
    </w:p>
    <w:p w:rsidR="00FB20AC" w:rsidRPr="00BD7B2F" w:rsidRDefault="00FB20AC" w:rsidP="00BD7B2F">
      <w:pPr>
        <w:spacing w:after="0"/>
        <w:ind w:left="-540"/>
        <w:rPr>
          <w:rFonts w:ascii="Times New Roman" w:hAnsi="Times New Roman"/>
          <w:sz w:val="28"/>
          <w:szCs w:val="28"/>
        </w:rPr>
      </w:pPr>
    </w:p>
    <w:p w:rsidR="00FB20AC" w:rsidRPr="00BD7B2F" w:rsidRDefault="00FB20AC" w:rsidP="00BD7B2F">
      <w:pPr>
        <w:spacing w:after="0"/>
        <w:ind w:left="-540"/>
        <w:rPr>
          <w:rFonts w:ascii="Times New Roman" w:hAnsi="Times New Roman"/>
          <w:sz w:val="28"/>
          <w:szCs w:val="28"/>
        </w:rPr>
      </w:pPr>
    </w:p>
    <w:p w:rsidR="00FB20AC" w:rsidRPr="00BD7B2F" w:rsidRDefault="00FB20AC" w:rsidP="00BD7B2F">
      <w:pPr>
        <w:shd w:val="clear" w:color="auto" w:fill="FFFFFF"/>
        <w:spacing w:after="0"/>
        <w:ind w:left="-54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D7B2F">
        <w:rPr>
          <w:rFonts w:ascii="Times New Roman" w:hAnsi="Times New Roman"/>
          <w:bCs/>
          <w:color w:val="000000"/>
          <w:sz w:val="28"/>
          <w:szCs w:val="28"/>
        </w:rPr>
        <w:t xml:space="preserve">             По </w:t>
      </w:r>
      <w:r w:rsidRPr="00BD7B2F">
        <w:rPr>
          <w:rFonts w:ascii="Times New Roman" w:hAnsi="Times New Roman"/>
          <w:bCs/>
          <w:color w:val="000000"/>
          <w:sz w:val="28"/>
          <w:szCs w:val="28"/>
          <w:u w:val="single"/>
        </w:rPr>
        <w:t>внеурочной деятельности (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>информатика</w:t>
      </w:r>
      <w:r w:rsidRPr="00BD7B2F">
        <w:rPr>
          <w:rFonts w:ascii="Times New Roman" w:hAnsi="Times New Roman"/>
          <w:bCs/>
          <w:color w:val="000000"/>
          <w:sz w:val="28"/>
          <w:szCs w:val="28"/>
          <w:u w:val="single"/>
        </w:rPr>
        <w:t>) «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>За страницами учебника информатики</w:t>
      </w:r>
      <w:r w:rsidRPr="00BD7B2F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» </w:t>
      </w:r>
    </w:p>
    <w:p w:rsidR="00FB20AC" w:rsidRPr="00BD7B2F" w:rsidRDefault="00FB20AC" w:rsidP="00BD7B2F">
      <w:pPr>
        <w:spacing w:after="0"/>
        <w:ind w:left="-540"/>
        <w:rPr>
          <w:rFonts w:ascii="Times New Roman" w:hAnsi="Times New Roman"/>
          <w:sz w:val="28"/>
          <w:szCs w:val="28"/>
        </w:rPr>
      </w:pPr>
    </w:p>
    <w:p w:rsidR="00FB20AC" w:rsidRPr="00BD7B2F" w:rsidRDefault="00FB20AC" w:rsidP="00BD7B2F">
      <w:pPr>
        <w:spacing w:after="0"/>
        <w:ind w:left="-540"/>
        <w:rPr>
          <w:rFonts w:ascii="Times New Roman" w:hAnsi="Times New Roman"/>
          <w:sz w:val="28"/>
          <w:szCs w:val="28"/>
        </w:rPr>
      </w:pPr>
      <w:r w:rsidRPr="00BD7B2F">
        <w:rPr>
          <w:rFonts w:ascii="Times New Roman" w:hAnsi="Times New Roman"/>
          <w:sz w:val="28"/>
          <w:szCs w:val="28"/>
        </w:rPr>
        <w:t xml:space="preserve">             Уровень образования (класс</w:t>
      </w:r>
      <w:r w:rsidRPr="00BD7B2F">
        <w:rPr>
          <w:rFonts w:ascii="Times New Roman" w:hAnsi="Times New Roman"/>
          <w:sz w:val="28"/>
          <w:szCs w:val="28"/>
          <w:u w:val="single"/>
        </w:rPr>
        <w:t xml:space="preserve">)  </w:t>
      </w:r>
      <w:r w:rsidRPr="00E437E1">
        <w:rPr>
          <w:rFonts w:ascii="Times New Roman" w:hAnsi="Times New Roman"/>
          <w:sz w:val="28"/>
          <w:szCs w:val="28"/>
          <w:u w:val="single"/>
        </w:rPr>
        <w:t>среднее (полное)</w:t>
      </w:r>
      <w:r w:rsidRPr="00E437E1">
        <w:rPr>
          <w:rFonts w:ascii="Times New Roman" w:hAnsi="Times New Roman"/>
          <w:sz w:val="28"/>
          <w:szCs w:val="28"/>
          <w:u w:val="single"/>
          <w:lang w:eastAsia="ar-SA"/>
        </w:rPr>
        <w:t xml:space="preserve"> общее</w:t>
      </w:r>
      <w:r w:rsidRPr="00BD7B2F">
        <w:rPr>
          <w:rFonts w:ascii="Times New Roman" w:hAnsi="Times New Roman"/>
          <w:sz w:val="28"/>
          <w:szCs w:val="28"/>
          <w:u w:val="single"/>
        </w:rPr>
        <w:t xml:space="preserve">,  </w:t>
      </w:r>
      <w:r>
        <w:rPr>
          <w:rFonts w:ascii="Times New Roman" w:hAnsi="Times New Roman"/>
          <w:sz w:val="28"/>
          <w:szCs w:val="28"/>
          <w:u w:val="single"/>
        </w:rPr>
        <w:t>10</w:t>
      </w:r>
      <w:r w:rsidRPr="00BD7B2F">
        <w:rPr>
          <w:rFonts w:ascii="Times New Roman" w:hAnsi="Times New Roman"/>
          <w:sz w:val="28"/>
          <w:szCs w:val="28"/>
          <w:u w:val="single"/>
        </w:rPr>
        <w:t xml:space="preserve"> класс</w:t>
      </w:r>
      <w:r w:rsidRPr="00BD7B2F">
        <w:rPr>
          <w:rFonts w:ascii="Times New Roman" w:hAnsi="Times New Roman"/>
          <w:sz w:val="28"/>
          <w:szCs w:val="28"/>
        </w:rPr>
        <w:t xml:space="preserve"> </w:t>
      </w:r>
    </w:p>
    <w:p w:rsidR="00FB20AC" w:rsidRPr="00BD7B2F" w:rsidRDefault="00FB20AC" w:rsidP="00BD7B2F">
      <w:pPr>
        <w:spacing w:after="0"/>
        <w:ind w:left="-540"/>
        <w:rPr>
          <w:rFonts w:ascii="Times New Roman" w:hAnsi="Times New Roman"/>
          <w:sz w:val="28"/>
          <w:szCs w:val="28"/>
        </w:rPr>
      </w:pPr>
      <w:r w:rsidRPr="00BD7B2F">
        <w:rPr>
          <w:rFonts w:ascii="Times New Roman" w:hAnsi="Times New Roman"/>
          <w:sz w:val="28"/>
          <w:szCs w:val="28"/>
        </w:rPr>
        <w:t xml:space="preserve">                     </w:t>
      </w:r>
    </w:p>
    <w:p w:rsidR="00FB20AC" w:rsidRPr="00BD7B2F" w:rsidRDefault="00FB20AC" w:rsidP="00BD7B2F">
      <w:pPr>
        <w:spacing w:after="0"/>
        <w:ind w:left="-540"/>
        <w:rPr>
          <w:rFonts w:ascii="Times New Roman" w:hAnsi="Times New Roman"/>
          <w:sz w:val="28"/>
          <w:szCs w:val="28"/>
        </w:rPr>
      </w:pPr>
    </w:p>
    <w:p w:rsidR="00FB20AC" w:rsidRPr="00BD7B2F" w:rsidRDefault="00FB20AC" w:rsidP="00BD7B2F">
      <w:pPr>
        <w:spacing w:after="0"/>
        <w:ind w:left="-540"/>
        <w:rPr>
          <w:rFonts w:ascii="Times New Roman" w:hAnsi="Times New Roman"/>
          <w:sz w:val="28"/>
          <w:szCs w:val="28"/>
        </w:rPr>
      </w:pPr>
      <w:r w:rsidRPr="00BD7B2F">
        <w:rPr>
          <w:rFonts w:ascii="Times New Roman" w:hAnsi="Times New Roman"/>
          <w:sz w:val="28"/>
          <w:szCs w:val="28"/>
        </w:rPr>
        <w:t xml:space="preserve">             Количество часов  </w:t>
      </w:r>
      <w:r>
        <w:rPr>
          <w:rFonts w:ascii="Times New Roman" w:hAnsi="Times New Roman"/>
          <w:sz w:val="28"/>
          <w:szCs w:val="28"/>
          <w:u w:val="single"/>
        </w:rPr>
        <w:t>34</w:t>
      </w:r>
      <w:r w:rsidRPr="00BD7B2F">
        <w:rPr>
          <w:rFonts w:ascii="Times New Roman" w:hAnsi="Times New Roman"/>
          <w:sz w:val="28"/>
          <w:szCs w:val="28"/>
          <w:u w:val="single"/>
        </w:rPr>
        <w:t xml:space="preserve"> час</w:t>
      </w:r>
      <w:r>
        <w:rPr>
          <w:rFonts w:ascii="Times New Roman" w:hAnsi="Times New Roman"/>
          <w:sz w:val="28"/>
          <w:szCs w:val="28"/>
          <w:u w:val="single"/>
        </w:rPr>
        <w:t>а</w:t>
      </w:r>
      <w:r w:rsidRPr="00BD7B2F">
        <w:rPr>
          <w:rFonts w:ascii="Times New Roman" w:hAnsi="Times New Roman"/>
          <w:sz w:val="28"/>
          <w:szCs w:val="28"/>
          <w:u w:val="single"/>
        </w:rPr>
        <w:t>, 1 час в неделю</w:t>
      </w:r>
      <w:r w:rsidRPr="00BD7B2F">
        <w:rPr>
          <w:rFonts w:ascii="Times New Roman" w:hAnsi="Times New Roman"/>
          <w:sz w:val="28"/>
          <w:szCs w:val="28"/>
        </w:rPr>
        <w:t xml:space="preserve">             </w:t>
      </w:r>
    </w:p>
    <w:p w:rsidR="00FB20AC" w:rsidRPr="00BD7B2F" w:rsidRDefault="00FB20AC" w:rsidP="00BD7B2F">
      <w:pPr>
        <w:spacing w:after="0"/>
        <w:ind w:left="-540"/>
        <w:rPr>
          <w:rFonts w:ascii="Times New Roman" w:hAnsi="Times New Roman"/>
          <w:sz w:val="28"/>
          <w:szCs w:val="28"/>
        </w:rPr>
      </w:pPr>
      <w:r w:rsidRPr="00BD7B2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FB20AC" w:rsidRPr="00BD7B2F" w:rsidRDefault="00FB20AC" w:rsidP="00BD7B2F">
      <w:pPr>
        <w:shd w:val="clear" w:color="auto" w:fill="FFFFFF"/>
        <w:spacing w:after="0"/>
        <w:ind w:left="-540"/>
        <w:rPr>
          <w:rFonts w:ascii="Times New Roman" w:hAnsi="Times New Roman"/>
          <w:sz w:val="28"/>
          <w:szCs w:val="28"/>
          <w:u w:val="single"/>
        </w:rPr>
      </w:pPr>
      <w:r w:rsidRPr="00BD7B2F">
        <w:rPr>
          <w:rFonts w:ascii="Times New Roman" w:hAnsi="Times New Roman"/>
          <w:color w:val="000000"/>
          <w:sz w:val="28"/>
          <w:szCs w:val="28"/>
        </w:rPr>
        <w:t xml:space="preserve">             Учитель    </w:t>
      </w:r>
      <w:r w:rsidRPr="00BD7B2F">
        <w:rPr>
          <w:rFonts w:ascii="Times New Roman" w:hAnsi="Times New Roman"/>
          <w:color w:val="000000"/>
          <w:sz w:val="28"/>
          <w:szCs w:val="28"/>
          <w:u w:val="single"/>
        </w:rPr>
        <w:t>Михалева Светлана Николаевна</w:t>
      </w:r>
    </w:p>
    <w:p w:rsidR="00FB20AC" w:rsidRPr="00BD7B2F" w:rsidRDefault="00FB20AC" w:rsidP="00BD7B2F">
      <w:pPr>
        <w:shd w:val="clear" w:color="auto" w:fill="FFFFFF"/>
        <w:spacing w:after="0"/>
        <w:ind w:left="-540"/>
        <w:rPr>
          <w:rFonts w:ascii="Times New Roman" w:hAnsi="Times New Roman"/>
          <w:color w:val="000000"/>
          <w:sz w:val="28"/>
          <w:szCs w:val="28"/>
        </w:rPr>
      </w:pPr>
    </w:p>
    <w:p w:rsidR="00FB20AC" w:rsidRPr="005C651B" w:rsidRDefault="00FB20AC" w:rsidP="00BD7B2F">
      <w:pPr>
        <w:pStyle w:val="1"/>
        <w:rPr>
          <w:rFonts w:ascii="Times New Roman" w:hAnsi="Times New Roman"/>
          <w:sz w:val="28"/>
          <w:szCs w:val="28"/>
        </w:rPr>
        <w:sectPr w:rsidR="00FB20AC" w:rsidRPr="005C651B" w:rsidSect="00BD7B2F">
          <w:pgSz w:w="11906" w:h="16838"/>
          <w:pgMar w:top="709" w:right="566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C651B">
        <w:rPr>
          <w:rFonts w:ascii="Times New Roman" w:hAnsi="Times New Roman"/>
          <w:sz w:val="28"/>
          <w:szCs w:val="28"/>
        </w:rPr>
        <w:t xml:space="preserve">Программа разработана </w:t>
      </w:r>
      <w:r>
        <w:rPr>
          <w:rFonts w:ascii="Times New Roman" w:hAnsi="Times New Roman"/>
          <w:sz w:val="28"/>
          <w:szCs w:val="28"/>
        </w:rPr>
        <w:t xml:space="preserve">в соответствии ФГОС ООО и </w:t>
      </w:r>
      <w:r w:rsidRPr="005C651B">
        <w:rPr>
          <w:rFonts w:ascii="Times New Roman" w:hAnsi="Times New Roman"/>
          <w:sz w:val="28"/>
          <w:szCs w:val="28"/>
        </w:rPr>
        <w:t xml:space="preserve">на основе примерных программ по учебным  предметам.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Учебное пособие «Математические основы информатики. Элективный курс»/Авторы Е.В. Андреева, Л.Л. Босова, И.Н. Филина – М.: БИНОМ. Лаборатория знаний, 2015г.</w:t>
      </w:r>
    </w:p>
    <w:p w:rsidR="00FB20AC" w:rsidRPr="00BD7B2F" w:rsidRDefault="00FB20AC" w:rsidP="00BD7B2F">
      <w:pPr>
        <w:pStyle w:val="ListParagraph"/>
        <w:numPr>
          <w:ilvl w:val="0"/>
          <w:numId w:val="18"/>
        </w:numPr>
        <w:shd w:val="clear" w:color="auto" w:fill="FFFFFF"/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D7B2F">
        <w:rPr>
          <w:rFonts w:ascii="Times New Roman" w:hAnsi="Times New Roman"/>
          <w:b/>
          <w:sz w:val="28"/>
          <w:szCs w:val="28"/>
        </w:rPr>
        <w:t>Планируемые предметные результаты освоения п</w:t>
      </w:r>
      <w:r w:rsidRPr="00BD7B2F">
        <w:rPr>
          <w:rFonts w:ascii="Times New Roman" w:hAnsi="Times New Roman"/>
          <w:bCs/>
          <w:color w:val="000000"/>
          <w:sz w:val="28"/>
          <w:szCs w:val="28"/>
        </w:rPr>
        <w:t>о внеурочной деятельности  (информатика) «За страницами учебника информатики»</w:t>
      </w:r>
      <w:r w:rsidRPr="00BD7B2F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Федеральный государственный образовательный стандарт среднего общего образования устанавливает требования к результатам освоения обучающимися основной образовательной программы: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b/>
          <w:color w:val="000000"/>
          <w:sz w:val="24"/>
          <w:szCs w:val="24"/>
          <w:lang w:eastAsia="en-US"/>
        </w:rPr>
        <w:t>личностным</w:t>
      </w: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b/>
          <w:color w:val="000000"/>
          <w:sz w:val="24"/>
          <w:szCs w:val="24"/>
          <w:lang w:eastAsia="en-US"/>
        </w:rPr>
        <w:t>метапредметным</w:t>
      </w: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b/>
          <w:color w:val="000000"/>
          <w:sz w:val="24"/>
          <w:szCs w:val="24"/>
          <w:lang w:eastAsia="en-US"/>
        </w:rPr>
        <w:t>предметным,</w:t>
      </w: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приемами.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b/>
          <w:color w:val="000000"/>
          <w:sz w:val="24"/>
          <w:szCs w:val="24"/>
          <w:lang w:eastAsia="en-US"/>
        </w:rPr>
        <w:t>К личностным результатам</w:t>
      </w: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, на становление которых оказывает влияние изучение курса информатики, можно отнести: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мировоззрение, соответствующее современному уровню развития науки, значимости науки, готовность к научно - 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- уважение ко всем формам собственности, готовность к защите своей собственности,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осознанный выбор будущей профессии как путь и способ реализации собственных жизненных планов;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b/>
          <w:color w:val="000000"/>
          <w:sz w:val="24"/>
          <w:szCs w:val="24"/>
          <w:lang w:eastAsia="en-US"/>
        </w:rPr>
        <w:t>Метапредметные результаты</w:t>
      </w: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освоения основной образовательной программы представлены тремя группами универсальных учебных действий (УУД).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А именно, выпускник научится: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самостоятельно определять цели, задавать параметры и критерии, по которым можно определить, что цель достигнута;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ставить и формулировать собственные задачи в образовательной деятельности и жизненных ситуациях;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оценивать ресурсы, в том числе время и другие нематериальные ресурсы, необходимые для достижения поставленной цели;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выбирать путь достижения цели, планировать решение поставленных задач, оптимизируя материальные и нематериальные затраты;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организовывать эффективный поиск ресурсов, необходимых для достижения поставленной цели;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сопоставлять полученный результат деятельности с поставленной заранее целью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критически оценивать и интерпретировать информациюс разных позиций, распознавать и фиксировать противоречия в информационных источниках;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FB20AC" w:rsidRPr="00BD7B2F" w:rsidRDefault="00FB20AC" w:rsidP="00BD7B2F">
      <w:pPr>
        <w:pStyle w:val="ListParagraph"/>
        <w:spacing w:after="0" w:line="360" w:lineRule="auto"/>
        <w:ind w:left="-45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– выходить за рамки учебного предмета и осуществлять целенаправленный поиск возможностей для широкого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переноса средств и способов действия.</w:t>
      </w:r>
    </w:p>
    <w:p w:rsidR="00FB20AC" w:rsidRDefault="00FB20AC" w:rsidP="0063172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FB20AC" w:rsidRPr="00BD7B2F" w:rsidRDefault="00FB20AC" w:rsidP="00BD7B2F">
      <w:pPr>
        <w:pStyle w:val="ListParagraph"/>
        <w:numPr>
          <w:ilvl w:val="0"/>
          <w:numId w:val="18"/>
        </w:numPr>
        <w:shd w:val="clear" w:color="auto" w:fill="FFFFFF"/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D7B2F">
        <w:rPr>
          <w:rFonts w:ascii="Times New Roman" w:hAnsi="Times New Roman"/>
          <w:b/>
          <w:sz w:val="28"/>
          <w:szCs w:val="28"/>
        </w:rPr>
        <w:t xml:space="preserve">Содержание </w:t>
      </w:r>
      <w:r w:rsidRPr="00BD7B2F">
        <w:rPr>
          <w:rFonts w:ascii="Times New Roman" w:hAnsi="Times New Roman"/>
          <w:b/>
          <w:bCs/>
          <w:color w:val="000000"/>
          <w:sz w:val="28"/>
          <w:szCs w:val="28"/>
        </w:rPr>
        <w:t>внеурочной деятельности (информатика) «За страницами учебника информатики»</w:t>
      </w:r>
      <w:r w:rsidRPr="00BD7B2F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 </w:t>
      </w:r>
    </w:p>
    <w:p w:rsidR="00FB20AC" w:rsidRDefault="00FB20AC" w:rsidP="00631724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FB20AC" w:rsidRPr="00631724" w:rsidRDefault="00FB20AC" w:rsidP="00A63A8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31724">
        <w:rPr>
          <w:rFonts w:ascii="Times New Roman" w:hAnsi="Times New Roman"/>
          <w:sz w:val="24"/>
          <w:szCs w:val="24"/>
        </w:rPr>
        <w:t>Общеобразовательный предмет информатики отражает:</w:t>
      </w:r>
    </w:p>
    <w:p w:rsidR="00FB20AC" w:rsidRPr="00A63A86" w:rsidRDefault="00FB20AC" w:rsidP="00A63A86">
      <w:pPr>
        <w:pStyle w:val="ListParagraph"/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A63A86">
        <w:rPr>
          <w:rFonts w:ascii="Times New Roman" w:hAnsi="Times New Roman"/>
          <w:sz w:val="24"/>
          <w:szCs w:val="24"/>
        </w:rPr>
        <w:t>сущность информатики как научной дисциплины, изучающей закономерности протекания информационных процессов в различных средах (системах);</w:t>
      </w:r>
    </w:p>
    <w:p w:rsidR="00FB20AC" w:rsidRPr="00A63A86" w:rsidRDefault="00FB20AC" w:rsidP="00A63A86">
      <w:pPr>
        <w:pStyle w:val="ListParagraph"/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A63A86">
        <w:rPr>
          <w:rFonts w:ascii="Times New Roman" w:hAnsi="Times New Roman"/>
          <w:sz w:val="24"/>
          <w:szCs w:val="24"/>
        </w:rPr>
        <w:t xml:space="preserve">основные области применения информатики, прежде всего информационные и коммуникационные технологии, управление и социальную сферу; </w:t>
      </w:r>
    </w:p>
    <w:p w:rsidR="00FB20AC" w:rsidRPr="00A63A86" w:rsidRDefault="00FB20AC" w:rsidP="00A63A86">
      <w:pPr>
        <w:pStyle w:val="ListParagraph"/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A63A86">
        <w:rPr>
          <w:rFonts w:ascii="Times New Roman" w:hAnsi="Times New Roman"/>
          <w:sz w:val="24"/>
          <w:szCs w:val="24"/>
        </w:rPr>
        <w:t xml:space="preserve">междисциплинарный характер информатики и информационной деятельности. </w:t>
      </w:r>
    </w:p>
    <w:p w:rsidR="00FB20AC" w:rsidRPr="00A63A86" w:rsidRDefault="00FB20AC" w:rsidP="00A63A8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3A86">
        <w:rPr>
          <w:rFonts w:ascii="Times New Roman" w:hAnsi="Times New Roman"/>
          <w:sz w:val="24"/>
          <w:szCs w:val="24"/>
        </w:rPr>
        <w:t>Методы и средства информатики с каждым днём всё больше проникают во все сферы жизни и области знания. Изучение информатики в школе важно не только для тех учащихся, которые планирует стать специалистами, разрабатывающими новые информационные технологии; не менее важно оно и для тех, кто планирует стать в будущем физиком или медиком, историком или филологом, руководителем предприятия или политиком, представителем любой другой области знаний или профессии</w:t>
      </w:r>
    </w:p>
    <w:p w:rsidR="00FB20AC" w:rsidRPr="00A63A86" w:rsidRDefault="00FB20AC" w:rsidP="0043687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3A86">
        <w:rPr>
          <w:rFonts w:ascii="Times New Roman" w:hAnsi="Times New Roman"/>
          <w:sz w:val="24"/>
          <w:szCs w:val="24"/>
        </w:rPr>
        <w:t>Результаты базового уровня изучения предмета ориентированы, в первую очередь,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B20AC" w:rsidRPr="00A63A86" w:rsidRDefault="00FB20AC" w:rsidP="0043687F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63A86">
        <w:rPr>
          <w:rFonts w:ascii="Times New Roman" w:hAnsi="Times New Roman"/>
          <w:sz w:val="24"/>
          <w:szCs w:val="24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FB20AC" w:rsidRPr="00A63A86" w:rsidRDefault="00FB20AC" w:rsidP="0043687F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63A86">
        <w:rPr>
          <w:rFonts w:ascii="Times New Roman" w:hAnsi="Times New Roman"/>
          <w:sz w:val="24"/>
          <w:szCs w:val="24"/>
        </w:rPr>
        <w:t>умение решать основные практические задачи, характерные для использования методов и инструментария данной предметной области;</w:t>
      </w:r>
    </w:p>
    <w:p w:rsidR="00FB20AC" w:rsidRPr="00BD7B2F" w:rsidRDefault="00FB20AC" w:rsidP="0043687F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63A86">
        <w:rPr>
          <w:rFonts w:ascii="Times New Roman" w:hAnsi="Times New Roman"/>
          <w:sz w:val="24"/>
          <w:szCs w:val="24"/>
        </w:rPr>
        <w:t>осознание рамок изучаемой предметной области, ограниченности методов и инструментов, типичных связей с некоторыми другими областями знания.</w:t>
      </w:r>
    </w:p>
    <w:p w:rsidR="00FB20AC" w:rsidRPr="00BD7B2F" w:rsidRDefault="00FB20AC" w:rsidP="00BD7B2F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b/>
          <w:color w:val="000000"/>
          <w:sz w:val="24"/>
          <w:szCs w:val="24"/>
          <w:lang w:eastAsia="en-US"/>
        </w:rPr>
        <w:t>Введение. Информация и информационные процессы</w:t>
      </w: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FB20AC" w:rsidRPr="00BD7B2F" w:rsidRDefault="00FB20AC" w:rsidP="00BD7B2F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Системы. Компоненты системы и их взаимодействие. Универсальность дискретного представления информации.</w:t>
      </w:r>
    </w:p>
    <w:p w:rsidR="00FB20AC" w:rsidRPr="00BD7B2F" w:rsidRDefault="00FB20AC" w:rsidP="00BD7B2F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Математические основы информатики.</w:t>
      </w:r>
    </w:p>
    <w:p w:rsidR="00FB20AC" w:rsidRPr="00BD7B2F" w:rsidRDefault="00FB20AC" w:rsidP="00BD7B2F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Тексты и кодирование Равномерные и неравномерные коды. Условие Фано.</w:t>
      </w:r>
    </w:p>
    <w:p w:rsidR="00FB20AC" w:rsidRPr="00BD7B2F" w:rsidRDefault="00FB20AC" w:rsidP="00BD7B2F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b/>
          <w:color w:val="000000"/>
          <w:sz w:val="24"/>
          <w:szCs w:val="24"/>
          <w:lang w:eastAsia="en-US"/>
        </w:rPr>
        <w:t>Системы счисления</w:t>
      </w:r>
    </w:p>
    <w:p w:rsidR="00FB20AC" w:rsidRPr="00BD7B2F" w:rsidRDefault="00FB20AC" w:rsidP="00BD7B2F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Сравнение чисел, записанных в двоичной, восьмеричной и шестнадцатеричной системах счисления. Сложение и вычитание чисел, записанных в этих системах счисления.</w:t>
      </w:r>
    </w:p>
    <w:p w:rsidR="00FB20AC" w:rsidRPr="00BD7B2F" w:rsidRDefault="00FB20AC" w:rsidP="00BD7B2F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b/>
          <w:color w:val="000000"/>
          <w:sz w:val="24"/>
          <w:szCs w:val="24"/>
          <w:lang w:eastAsia="en-US"/>
        </w:rPr>
        <w:t>Элементы комбинаторики, теории множеств и математической логики</w:t>
      </w:r>
    </w:p>
    <w:p w:rsidR="00FB20AC" w:rsidRPr="00BD7B2F" w:rsidRDefault="00FB20AC" w:rsidP="00BD7B2F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Операции «импликация», «эквивалентность». Примеры законов алгебры логики. Эквивалентные преобразования логических выражений. Построение логического выражения с данной таблицей истинности. Решение простейших логических уравнений.</w:t>
      </w:r>
    </w:p>
    <w:p w:rsidR="00FB20AC" w:rsidRPr="00BD7B2F" w:rsidRDefault="00FB20AC" w:rsidP="00BD7B2F">
      <w:pPr>
        <w:pStyle w:val="ListParagraph"/>
        <w:numPr>
          <w:ilvl w:val="0"/>
          <w:numId w:val="12"/>
        </w:numPr>
        <w:spacing w:after="0" w:line="360" w:lineRule="auto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b/>
          <w:color w:val="000000"/>
          <w:sz w:val="24"/>
          <w:szCs w:val="24"/>
          <w:lang w:eastAsia="en-US"/>
        </w:rPr>
        <w:t>Компьютер — универсальное устройство обработки данных</w:t>
      </w:r>
    </w:p>
    <w:p w:rsidR="00FB20AC" w:rsidRPr="00BD7B2F" w:rsidRDefault="00FB20AC" w:rsidP="00BD7B2F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Суперкомпьютеры. Распределенные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 Выбор конфигурации компьютера в зависимости от решаемой задачи. Тенденции развития аппаратного обеспечения компьютеров. 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 Организация хранения и обработки данных, в том числе с использованием интернет сервисов, облачных технологий и мобильных устройств. Прикладные компьютерные программы, используемые в соответствии с типом решаемых задач и по выбранной специализации. Параллельное программирование. Инсталляция и деинсталляция программных средств, необходимых для решения учебных задач и задач по выбранной специализации. Законодательство Россий</w:t>
      </w:r>
      <w:r>
        <w:t>с</w:t>
      </w: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кой Федерации в области программного обеспечения. Способы и средства обеспечения надежного функционирования средств ИКТ. Применение специализированных программ для обеспечения стабильной работы средств ИКТ. Безопасность, гигиена, эргономика, ресурсосбережение, технологические требования при эксплуатации компьютерного рабочего места. Проектирование автоматизированного рабочего места в соответствии с целями его использования.</w:t>
      </w:r>
    </w:p>
    <w:p w:rsidR="00FB20AC" w:rsidRPr="00BD7B2F" w:rsidRDefault="00FB20AC" w:rsidP="00BD7B2F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b/>
          <w:color w:val="000000"/>
          <w:sz w:val="24"/>
          <w:szCs w:val="24"/>
          <w:lang w:eastAsia="en-US"/>
        </w:rPr>
        <w:t>Подготовка текстов и демонстрационных материалов</w:t>
      </w:r>
    </w:p>
    <w:p w:rsidR="00FB20AC" w:rsidRPr="00BD7B2F" w:rsidRDefault="00FB20AC" w:rsidP="00BD7B2F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Средства поиска и автозамены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 Деловая переписка, научная публикация. Реферат и аннотация. Оформление списка литературы. Коллективная работа с документами. Рецензирование текста. Облачные сервисы. Знакомство с компьютерной версткой текста. Технические средства ввода текста. Программы распознавания текста, введенного с использованием сканера, планшетного ПК или графического планшета. Программы синтеза и распознавания устной речи.</w:t>
      </w:r>
    </w:p>
    <w:p w:rsidR="00FB20AC" w:rsidRPr="00BD7B2F" w:rsidRDefault="00FB20AC" w:rsidP="00BD7B2F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b/>
          <w:color w:val="000000"/>
          <w:sz w:val="24"/>
          <w:szCs w:val="24"/>
          <w:lang w:eastAsia="en-US"/>
        </w:rPr>
        <w:t>Работа с аудиовизуальными данными</w:t>
      </w:r>
    </w:p>
    <w:p w:rsidR="00FB20AC" w:rsidRPr="00BD7B2F" w:rsidRDefault="00FB20AC" w:rsidP="00BD7B2F">
      <w:pPr>
        <w:pStyle w:val="ListParagraph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Создание и преобразование аудио -  визуальных объектов. Ввод изображений с использованием различных цифровых устройств (цифровых фотоаппаратов и микроскопов, видеокамер, скане</w:t>
      </w:r>
      <w:r w:rsidRPr="005D7FC6">
        <w:t xml:space="preserve"> </w:t>
      </w:r>
      <w:r w:rsidRPr="00BD7B2F">
        <w:rPr>
          <w:rFonts w:ascii="Times New Roman" w:hAnsi="Times New Roman"/>
          <w:color w:val="000000"/>
          <w:sz w:val="24"/>
          <w:szCs w:val="24"/>
          <w:lang w:eastAsia="en-US"/>
        </w:rPr>
        <w:t>ров и т. д.). Обработка изображения и звука с использованием интернет- и мобильных приложений. Использование мультимедийных онлайн- сервисов для разработки презентаций проектных работ. Работа в группе, технология публикации готового материала в сети.</w:t>
      </w:r>
    </w:p>
    <w:p w:rsidR="00FB20AC" w:rsidRPr="00A63A86" w:rsidRDefault="00FB20AC" w:rsidP="00BD7B2F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B20AC" w:rsidRPr="00A63A86" w:rsidRDefault="00FB20AC" w:rsidP="0043687F">
      <w:pPr>
        <w:pStyle w:val="ListParagraph"/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zh-CN"/>
        </w:rPr>
      </w:pPr>
      <w:r w:rsidRPr="00A63A86">
        <w:rPr>
          <w:rFonts w:ascii="Times New Roman" w:hAnsi="Times New Roman"/>
          <w:b/>
          <w:kern w:val="1"/>
          <w:sz w:val="24"/>
          <w:szCs w:val="24"/>
          <w:lang w:eastAsia="zh-CN"/>
        </w:rPr>
        <w:t>Контроль результатов учебной деятельности учащихся по предмету «Информатика»</w:t>
      </w:r>
    </w:p>
    <w:p w:rsidR="00FB20AC" w:rsidRPr="00A63A86" w:rsidRDefault="00FB20AC" w:rsidP="00A63A86">
      <w:pPr>
        <w:pStyle w:val="ListParagraph"/>
        <w:widowControl w:val="0"/>
        <w:suppressAutoHyphens/>
        <w:spacing w:after="0" w:line="240" w:lineRule="auto"/>
        <w:rPr>
          <w:rFonts w:ascii="Times New Roman" w:hAnsi="Times New Roman"/>
          <w:b/>
          <w:kern w:val="1"/>
          <w:sz w:val="24"/>
          <w:szCs w:val="24"/>
          <w:lang w:eastAsia="en-US"/>
        </w:rPr>
      </w:pPr>
    </w:p>
    <w:tbl>
      <w:tblPr>
        <w:tblW w:w="14740" w:type="dxa"/>
        <w:jc w:val="center"/>
        <w:tblLayout w:type="fixed"/>
        <w:tblLook w:val="0000"/>
      </w:tblPr>
      <w:tblGrid>
        <w:gridCol w:w="675"/>
        <w:gridCol w:w="7348"/>
        <w:gridCol w:w="3261"/>
        <w:gridCol w:w="3456"/>
      </w:tblGrid>
      <w:tr w:rsidR="00FB20AC" w:rsidRPr="001E033B" w:rsidTr="00A63A8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en-US"/>
              </w:rPr>
            </w:pPr>
            <w:r w:rsidRPr="00F5477C">
              <w:rPr>
                <w:rFonts w:ascii="Times New Roman" w:hAnsi="Times New Roman"/>
                <w:b/>
                <w:kern w:val="1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en-US"/>
              </w:rPr>
            </w:pPr>
            <w:r w:rsidRPr="00F5477C">
              <w:rPr>
                <w:rFonts w:ascii="Times New Roman" w:hAnsi="Times New Roman"/>
                <w:b/>
                <w:kern w:val="1"/>
                <w:sz w:val="24"/>
                <w:szCs w:val="24"/>
                <w:lang w:eastAsia="en-US"/>
              </w:rPr>
              <w:t xml:space="preserve">Тема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en-US"/>
              </w:rPr>
            </w:pPr>
            <w:r w:rsidRPr="00F5477C">
              <w:rPr>
                <w:rFonts w:ascii="Times New Roman" w:hAnsi="Times New Roman"/>
                <w:b/>
                <w:kern w:val="1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en-US"/>
              </w:rPr>
            </w:pPr>
            <w:r w:rsidRPr="00F5477C">
              <w:rPr>
                <w:rFonts w:ascii="Times New Roman" w:hAnsi="Times New Roman"/>
                <w:b/>
                <w:kern w:val="1"/>
                <w:sz w:val="24"/>
                <w:szCs w:val="24"/>
                <w:lang w:eastAsia="en-US"/>
              </w:rPr>
              <w:t>Форма</w:t>
            </w:r>
          </w:p>
        </w:tc>
      </w:tr>
      <w:tr w:rsidR="00FB20AC" w:rsidRPr="001E033B" w:rsidTr="00A63A8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 w:rsidRPr="00F5477C"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20AC" w:rsidRPr="001E033B" w:rsidRDefault="00FB20AC" w:rsidP="00027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33B">
              <w:rPr>
                <w:rFonts w:ascii="Times New Roman" w:hAnsi="Times New Roman"/>
                <w:sz w:val="24"/>
                <w:szCs w:val="24"/>
              </w:rPr>
              <w:t>Основы теории информации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 w:rsidRPr="00F5477C"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Тематический контроль</w:t>
            </w: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 xml:space="preserve">Тестирование </w:t>
            </w:r>
          </w:p>
        </w:tc>
      </w:tr>
      <w:tr w:rsidR="00FB20AC" w:rsidRPr="001E033B" w:rsidTr="00A63A8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 w:rsidRPr="00F5477C"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20AC" w:rsidRPr="001E033B" w:rsidRDefault="00FB20AC" w:rsidP="00027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33B">
              <w:rPr>
                <w:rFonts w:ascii="Times New Roman" w:hAnsi="Times New Roman"/>
                <w:sz w:val="24"/>
                <w:szCs w:val="24"/>
              </w:rPr>
              <w:t>Представление информации в компьютере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 w:rsidRPr="00F5477C"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Тематический контроль</w:t>
            </w: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FB20AC" w:rsidRPr="001E033B" w:rsidTr="00A63A8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 w:rsidRPr="00F5477C"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20AC" w:rsidRPr="001E033B" w:rsidRDefault="00FB20AC" w:rsidP="00027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33B">
              <w:rPr>
                <w:rFonts w:ascii="Times New Roman" w:hAnsi="Times New Roman"/>
                <w:sz w:val="24"/>
                <w:szCs w:val="24"/>
              </w:rPr>
              <w:t>Элементы теории множеств и Алгебры логики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 w:rsidRPr="00F5477C"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Тематический контроль</w:t>
            </w: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FB20AC" w:rsidRPr="001E033B" w:rsidTr="00A63A8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20AC" w:rsidRPr="001E033B" w:rsidRDefault="00FB20AC" w:rsidP="00027F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3B">
              <w:rPr>
                <w:rFonts w:ascii="Times New Roman" w:hAnsi="Times New Roman"/>
                <w:sz w:val="24"/>
                <w:szCs w:val="24"/>
              </w:rPr>
              <w:t>Компьютер и его программное обеспечение.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Тематический контроль</w:t>
            </w: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FB20AC" w:rsidRPr="001E033B" w:rsidTr="00A63A8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20AC" w:rsidRPr="001E033B" w:rsidRDefault="00FB20AC" w:rsidP="00027F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3B">
              <w:rPr>
                <w:rFonts w:ascii="Times New Roman" w:hAnsi="Times New Roman"/>
                <w:sz w:val="24"/>
                <w:szCs w:val="24"/>
              </w:rPr>
              <w:t>Современные технологии создания и обработки  информационных объектов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Тематический контроль</w:t>
            </w: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Выполнение индивидуального проекта</w:t>
            </w:r>
          </w:p>
        </w:tc>
      </w:tr>
    </w:tbl>
    <w:p w:rsidR="00FB20AC" w:rsidRPr="00A63A86" w:rsidRDefault="00FB20AC" w:rsidP="00A63A86">
      <w:pPr>
        <w:pStyle w:val="ListParagraph"/>
        <w:spacing w:after="160" w:line="259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14740" w:type="dxa"/>
        <w:jc w:val="center"/>
        <w:tblLayout w:type="fixed"/>
        <w:tblLook w:val="0000"/>
      </w:tblPr>
      <w:tblGrid>
        <w:gridCol w:w="675"/>
        <w:gridCol w:w="7829"/>
        <w:gridCol w:w="3260"/>
        <w:gridCol w:w="2976"/>
      </w:tblGrid>
      <w:tr w:rsidR="00FB20AC" w:rsidRPr="001E033B" w:rsidTr="00027F2E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en-US"/>
              </w:rPr>
            </w:pPr>
            <w:r w:rsidRPr="00F5477C">
              <w:rPr>
                <w:rFonts w:ascii="Times New Roman" w:hAnsi="Times New Roman"/>
                <w:b/>
                <w:kern w:val="1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7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en-US"/>
              </w:rPr>
            </w:pPr>
            <w:r w:rsidRPr="00F5477C">
              <w:rPr>
                <w:rFonts w:ascii="Times New Roman" w:hAnsi="Times New Roman"/>
                <w:b/>
                <w:kern w:val="1"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en-US"/>
              </w:rPr>
              <w:t>раздела, урока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en-US"/>
              </w:rPr>
            </w:pPr>
            <w:r w:rsidRPr="00F5477C">
              <w:rPr>
                <w:rFonts w:ascii="Times New Roman" w:hAnsi="Times New Roman"/>
                <w:b/>
                <w:kern w:val="1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en-US"/>
              </w:rPr>
            </w:pPr>
            <w:r w:rsidRPr="00F5477C">
              <w:rPr>
                <w:rFonts w:ascii="Times New Roman" w:hAnsi="Times New Roman"/>
                <w:b/>
                <w:kern w:val="1"/>
                <w:sz w:val="24"/>
                <w:szCs w:val="24"/>
                <w:lang w:eastAsia="en-US"/>
              </w:rPr>
              <w:t>Форма</w:t>
            </w:r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en-US"/>
              </w:rPr>
              <w:t xml:space="preserve"> работы</w:t>
            </w:r>
          </w:p>
        </w:tc>
      </w:tr>
      <w:tr w:rsidR="00FB20AC" w:rsidRPr="001E033B" w:rsidTr="00027F2E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 w:rsidRPr="00F5477C"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1. «Шифрование данных»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5823C2">
              <w:rPr>
                <w:rFonts w:ascii="Times New Roman" w:hAnsi="Times New Roman"/>
                <w:sz w:val="24"/>
                <w:szCs w:val="24"/>
              </w:rPr>
              <w:t>Поурочный контроль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5823C2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FB20AC" w:rsidRPr="001E033B" w:rsidTr="00027F2E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 w:rsidRPr="00F5477C"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Практическая работа 2. «Измерение информации»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5823C2">
              <w:rPr>
                <w:rFonts w:ascii="Times New Roman" w:hAnsi="Times New Roman"/>
                <w:sz w:val="24"/>
                <w:szCs w:val="24"/>
              </w:rPr>
              <w:t>Поурочный контроль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5823C2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FB20AC" w:rsidRPr="001E033B" w:rsidTr="00027F2E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 w:rsidRPr="00F5477C"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43687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Практическая работа 3. «Представление чисел»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5823C2">
              <w:rPr>
                <w:rFonts w:ascii="Times New Roman" w:hAnsi="Times New Roman"/>
                <w:sz w:val="24"/>
                <w:szCs w:val="24"/>
              </w:rPr>
              <w:t>Поурочный контроль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5823C2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FB20AC" w:rsidRPr="001E033B" w:rsidTr="00027F2E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Практическая работа .4 «Представление текстов. Сжатие текстов»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5823C2">
              <w:rPr>
                <w:rFonts w:ascii="Times New Roman" w:hAnsi="Times New Roman"/>
                <w:sz w:val="24"/>
                <w:szCs w:val="24"/>
              </w:rPr>
              <w:t>Поурочный контроль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5823C2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FB20AC" w:rsidRPr="001E033B" w:rsidTr="00027F2E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F5477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Практическая работа 5 «Сжатие звука»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5823C2">
              <w:rPr>
                <w:rFonts w:ascii="Times New Roman" w:hAnsi="Times New Roman"/>
                <w:sz w:val="24"/>
                <w:szCs w:val="24"/>
              </w:rPr>
              <w:t>Поурочный контроль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5823C2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FB20AC" w:rsidRPr="001E033B" w:rsidTr="00027F2E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Практическая работа6. «Программное обеспечение персонального компьютера»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5823C2">
              <w:rPr>
                <w:rFonts w:ascii="Times New Roman" w:hAnsi="Times New Roman"/>
                <w:sz w:val="24"/>
                <w:szCs w:val="24"/>
              </w:rPr>
              <w:t>Поурочный контроль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5823C2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FB20AC" w:rsidRPr="001E033B" w:rsidTr="00027F2E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Практическая работа 7. «Текстовые редакторы, обработка данных»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5823C2">
              <w:rPr>
                <w:rFonts w:ascii="Times New Roman" w:hAnsi="Times New Roman"/>
                <w:sz w:val="24"/>
                <w:szCs w:val="24"/>
              </w:rPr>
              <w:t>Поурочный контроль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5823C2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FB20AC" w:rsidRPr="001E033B" w:rsidTr="00027F2E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Практическая работа 8. «Графические редакторы обработка данных»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0AC" w:rsidRPr="001E033B" w:rsidTr="00027F2E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Практическая работа 9. «Создание компьютерных презентаций»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5823C2">
              <w:rPr>
                <w:rFonts w:ascii="Times New Roman" w:hAnsi="Times New Roman"/>
                <w:sz w:val="24"/>
                <w:szCs w:val="24"/>
              </w:rPr>
              <w:t>Поурочный контроль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5823C2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FB20AC" w:rsidRPr="001E033B" w:rsidTr="00027F2E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Default="00FB20AC" w:rsidP="00027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en-US"/>
              </w:rPr>
              <w:t>Практическая работа 10. «Создание индивидуального проекта»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5823C2">
              <w:rPr>
                <w:rFonts w:ascii="Times New Roman" w:hAnsi="Times New Roman"/>
                <w:sz w:val="24"/>
                <w:szCs w:val="24"/>
              </w:rPr>
              <w:t>Поурочный контроль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0AC" w:rsidRPr="005823C2" w:rsidRDefault="00FB20AC" w:rsidP="00027F2E">
            <w:pPr>
              <w:snapToGrid w:val="0"/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5823C2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</w:tbl>
    <w:p w:rsidR="00FB20AC" w:rsidRPr="00A63A86" w:rsidRDefault="00FB20AC" w:rsidP="00A63A86">
      <w:pPr>
        <w:pStyle w:val="ListParagraph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B20AC" w:rsidRDefault="00FB20AC" w:rsidP="00C74D3E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FB20AC" w:rsidRPr="00BD7B2F" w:rsidRDefault="00FB20AC" w:rsidP="00BD7B2F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7B2F"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</w:t>
      </w:r>
      <w:r w:rsidRPr="00BD7B2F">
        <w:rPr>
          <w:rFonts w:ascii="Times New Roman" w:hAnsi="Times New Roman"/>
          <w:b/>
          <w:bCs/>
          <w:color w:val="000000"/>
          <w:sz w:val="28"/>
          <w:szCs w:val="28"/>
        </w:rPr>
        <w:t>внеурочной деятельности (информатика) «За страницами учебника информатики»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  <w:r w:rsidRPr="00BD7B2F">
        <w:rPr>
          <w:rFonts w:ascii="Times New Roman" w:hAnsi="Times New Roman"/>
          <w:b/>
          <w:sz w:val="28"/>
          <w:szCs w:val="28"/>
          <w:lang w:eastAsia="zh-CN"/>
        </w:rPr>
        <w:t>в 10 классе</w:t>
      </w:r>
    </w:p>
    <w:p w:rsidR="00FB20AC" w:rsidRPr="00D535F7" w:rsidRDefault="00FB20AC" w:rsidP="00C74D3E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zh-CN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7915"/>
        <w:gridCol w:w="5386"/>
      </w:tblGrid>
      <w:tr w:rsidR="00FB20AC" w:rsidRPr="001E033B" w:rsidTr="00C74D3E"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20AC" w:rsidRPr="00C74D3E" w:rsidRDefault="00FB20AC" w:rsidP="00027F2E">
            <w:pPr>
              <w:keepLines/>
              <w:suppressAutoHyphens/>
              <w:autoSpaceDE w:val="0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74D3E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Тема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0AC" w:rsidRPr="00C74D3E" w:rsidRDefault="00FB20AC" w:rsidP="00027F2E">
            <w:pPr>
              <w:keepLines/>
              <w:suppressAutoHyphens/>
              <w:autoSpaceDE w:val="0"/>
              <w:snapToGrid w:val="0"/>
              <w:spacing w:after="0" w:line="240" w:lineRule="auto"/>
              <w:ind w:left="-3" w:right="-3" w:firstLine="15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74D3E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Количество часов, реализуемых в   рабочей  программе</w:t>
            </w:r>
          </w:p>
        </w:tc>
      </w:tr>
      <w:tr w:rsidR="00FB20AC" w:rsidRPr="001E033B" w:rsidTr="00C74D3E"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20AC" w:rsidRPr="001E033B" w:rsidRDefault="00FB20AC" w:rsidP="00027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33B">
              <w:rPr>
                <w:rFonts w:ascii="Times New Roman" w:hAnsi="Times New Roman"/>
                <w:sz w:val="24"/>
                <w:szCs w:val="24"/>
              </w:rPr>
              <w:t>Основы теории информации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0AC" w:rsidRPr="00D535F7" w:rsidRDefault="00FB20AC" w:rsidP="00027F2E">
            <w:pPr>
              <w:keepLines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7</w:t>
            </w:r>
          </w:p>
        </w:tc>
      </w:tr>
      <w:tr w:rsidR="00FB20AC" w:rsidRPr="001E033B" w:rsidTr="00C74D3E"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20AC" w:rsidRPr="001E033B" w:rsidRDefault="00FB20AC" w:rsidP="00027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33B">
              <w:rPr>
                <w:rFonts w:ascii="Times New Roman" w:hAnsi="Times New Roman"/>
                <w:sz w:val="24"/>
                <w:szCs w:val="24"/>
              </w:rPr>
              <w:t>Представление информации в компьютере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0AC" w:rsidRPr="00D535F7" w:rsidRDefault="00FB20AC" w:rsidP="00027F2E">
            <w:pPr>
              <w:keepLines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</w:tr>
      <w:tr w:rsidR="00FB20AC" w:rsidRPr="001E033B" w:rsidTr="00C74D3E"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20AC" w:rsidRPr="001E033B" w:rsidRDefault="00FB20AC" w:rsidP="00027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33B">
              <w:rPr>
                <w:rFonts w:ascii="Times New Roman" w:hAnsi="Times New Roman"/>
                <w:sz w:val="24"/>
                <w:szCs w:val="24"/>
              </w:rPr>
              <w:t>Элементы теории множеств и Алгебры логики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0AC" w:rsidRPr="00D535F7" w:rsidRDefault="00FB20AC" w:rsidP="00027F2E">
            <w:pPr>
              <w:keepLines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</w:tr>
      <w:tr w:rsidR="00FB20AC" w:rsidRPr="001E033B" w:rsidTr="00C74D3E"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20AC" w:rsidRPr="001E033B" w:rsidRDefault="00FB20AC" w:rsidP="00027F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3B">
              <w:rPr>
                <w:rFonts w:ascii="Times New Roman" w:hAnsi="Times New Roman"/>
                <w:sz w:val="24"/>
                <w:szCs w:val="24"/>
              </w:rPr>
              <w:t>Компьютер и его программное обеспечение.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0AC" w:rsidRPr="00D535F7" w:rsidRDefault="00FB20AC" w:rsidP="00027F2E">
            <w:pPr>
              <w:keepLines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</w:tr>
      <w:tr w:rsidR="00FB20AC" w:rsidRPr="001E033B" w:rsidTr="00C74D3E"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B20AC" w:rsidRPr="001E033B" w:rsidRDefault="00FB20AC" w:rsidP="00027F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033B">
              <w:rPr>
                <w:rFonts w:ascii="Times New Roman" w:hAnsi="Times New Roman"/>
                <w:sz w:val="24"/>
                <w:szCs w:val="24"/>
              </w:rPr>
              <w:t>Современные технологии создания и обработки  информационных объектов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0AC" w:rsidRPr="00D535F7" w:rsidRDefault="00FB20AC" w:rsidP="00027F2E">
            <w:pPr>
              <w:keepLines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6</w:t>
            </w:r>
          </w:p>
        </w:tc>
      </w:tr>
      <w:tr w:rsidR="00FB20AC" w:rsidRPr="001E033B" w:rsidTr="00C74D3E"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D535F7" w:rsidRDefault="00FB20AC" w:rsidP="00027F2E">
            <w:pPr>
              <w:keepLines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D535F7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Резерв учебного времени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0AC" w:rsidRPr="00D535F7" w:rsidRDefault="00FB20AC" w:rsidP="00027F2E">
            <w:pPr>
              <w:keepLines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D535F7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1</w:t>
            </w:r>
          </w:p>
        </w:tc>
      </w:tr>
      <w:tr w:rsidR="00FB20AC" w:rsidRPr="001E033B" w:rsidTr="00C74D3E"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0AC" w:rsidRPr="00D535F7" w:rsidRDefault="00FB20AC" w:rsidP="00027F2E">
            <w:pPr>
              <w:keepLines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D535F7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20AC" w:rsidRPr="00D535F7" w:rsidRDefault="00FB20AC" w:rsidP="00027F2E">
            <w:pPr>
              <w:keepLines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D535F7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</w:tr>
    </w:tbl>
    <w:p w:rsidR="00FB20AC" w:rsidRPr="00D535F7" w:rsidRDefault="00FB20AC" w:rsidP="00C74D3E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zh-CN"/>
        </w:rPr>
      </w:pPr>
    </w:p>
    <w:p w:rsidR="00FB20AC" w:rsidRDefault="00FB20AC" w:rsidP="00C74D3E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  <w:lang w:eastAsia="zh-CN"/>
        </w:rPr>
      </w:pPr>
    </w:p>
    <w:p w:rsidR="00FB20AC" w:rsidRPr="008F6D81" w:rsidRDefault="00FB20AC" w:rsidP="00C74D3E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Содержание тем учебного курса</w:t>
      </w:r>
      <w:r w:rsidRPr="008F6D81"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  <w:r w:rsidRPr="00BD7B2F">
        <w:rPr>
          <w:rFonts w:ascii="Times New Roman" w:hAnsi="Times New Roman"/>
          <w:b/>
          <w:bCs/>
          <w:color w:val="000000"/>
          <w:sz w:val="28"/>
          <w:szCs w:val="28"/>
        </w:rPr>
        <w:t>(информатика) «За страницами учебника информатики»</w:t>
      </w:r>
    </w:p>
    <w:p w:rsidR="00FB20AC" w:rsidRPr="00D535F7" w:rsidRDefault="00FB20AC" w:rsidP="00C74D3E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  <w:lang w:eastAsia="zh-CN"/>
        </w:rPr>
      </w:pPr>
    </w:p>
    <w:tbl>
      <w:tblPr>
        <w:tblW w:w="14734" w:type="dxa"/>
        <w:tblInd w:w="-6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0"/>
        <w:gridCol w:w="5499"/>
        <w:gridCol w:w="3616"/>
        <w:gridCol w:w="1571"/>
        <w:gridCol w:w="2043"/>
        <w:gridCol w:w="1860"/>
        <w:gridCol w:w="25"/>
      </w:tblGrid>
      <w:tr w:rsidR="00FB20AC" w:rsidRPr="001E033B" w:rsidTr="0062116A">
        <w:trPr>
          <w:gridBefore w:val="1"/>
          <w:wBefore w:w="120" w:type="dxa"/>
          <w:trHeight w:val="540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D535F7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Тема (раздел учебника)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D535F7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Всего часов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D535F7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Теория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D535F7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Практика (номер работы)</w:t>
            </w:r>
          </w:p>
        </w:tc>
      </w:tr>
      <w:tr w:rsidR="00FB20AC" w:rsidRPr="001E033B" w:rsidTr="0062116A">
        <w:trPr>
          <w:gridBefore w:val="1"/>
          <w:wBefore w:w="120" w:type="dxa"/>
          <w:trHeight w:val="338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F23015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1E033B">
              <w:rPr>
                <w:rFonts w:ascii="Times New Roman" w:hAnsi="Times New Roman"/>
                <w:b/>
                <w:sz w:val="24"/>
                <w:szCs w:val="24"/>
              </w:rPr>
              <w:t>Основы теории информации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8F5090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F23015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F23015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23015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3</w:t>
            </w:r>
          </w:p>
        </w:tc>
      </w:tr>
      <w:tr w:rsidR="00FB20AC" w:rsidRPr="001E033B" w:rsidTr="0062116A">
        <w:trPr>
          <w:gridBefore w:val="1"/>
          <w:wBefore w:w="120" w:type="dxa"/>
          <w:trHeight w:val="338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8F5090" w:rsidRDefault="00FB20AC" w:rsidP="00027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090">
              <w:rPr>
                <w:rFonts w:ascii="Times New Roman" w:hAnsi="Times New Roman"/>
                <w:sz w:val="24"/>
                <w:szCs w:val="24"/>
              </w:rPr>
              <w:t xml:space="preserve">Информация. Информационная грамотность </w:t>
            </w:r>
          </w:p>
          <w:p w:rsidR="00FB20AC" w:rsidRPr="00F23015" w:rsidRDefault="00FB20AC" w:rsidP="00027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090">
              <w:rPr>
                <w:rFonts w:ascii="Times New Roman" w:hAnsi="Times New Roman"/>
                <w:sz w:val="24"/>
                <w:szCs w:val="24"/>
              </w:rPr>
              <w:t>и информационная ку</w:t>
            </w:r>
            <w:r w:rsidRPr="00F23015">
              <w:rPr>
                <w:rFonts w:ascii="Times New Roman" w:hAnsi="Times New Roman"/>
                <w:sz w:val="24"/>
                <w:szCs w:val="24"/>
              </w:rPr>
              <w:t>льтура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F23015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FB20AC" w:rsidRPr="001E033B" w:rsidTr="0062116A">
        <w:trPr>
          <w:gridBefore w:val="1"/>
          <w:wBefore w:w="120" w:type="dxa"/>
          <w:trHeight w:val="293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F23015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F230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Подходы к измерению информации.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F23015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23015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  <w:tr w:rsidR="00FB20AC" w:rsidRPr="001E033B" w:rsidTr="0062116A">
        <w:trPr>
          <w:gridBefore w:val="1"/>
          <w:wBefore w:w="120" w:type="dxa"/>
          <w:trHeight w:val="338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F23015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F230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Обработка информации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F23015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23015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</w:tr>
      <w:tr w:rsidR="00FB20AC" w:rsidRPr="001E033B" w:rsidTr="0062116A">
        <w:trPr>
          <w:gridBefore w:val="1"/>
          <w:wBefore w:w="120" w:type="dxa"/>
          <w:trHeight w:val="338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F23015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F2301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Передача и хранение информации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F23015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FB20AC" w:rsidRPr="001E033B" w:rsidTr="0062116A">
        <w:trPr>
          <w:gridBefore w:val="1"/>
          <w:wBefore w:w="120" w:type="dxa"/>
          <w:trHeight w:val="333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F23015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E033B">
              <w:rPr>
                <w:rFonts w:ascii="Times New Roman" w:hAnsi="Times New Roman"/>
                <w:b/>
                <w:sz w:val="24"/>
                <w:szCs w:val="24"/>
              </w:rPr>
              <w:t>Представление информации в компьютере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8F5090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8F5090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</w:tr>
      <w:tr w:rsidR="00FB20AC" w:rsidRPr="001E033B" w:rsidTr="0062116A">
        <w:trPr>
          <w:gridBefore w:val="1"/>
          <w:wBefore w:w="120" w:type="dxa"/>
          <w:trHeight w:val="521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F23015" w:rsidRDefault="00FB20AC" w:rsidP="00027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015">
              <w:rPr>
                <w:rFonts w:ascii="Times New Roman" w:hAnsi="Times New Roman"/>
                <w:sz w:val="24"/>
                <w:szCs w:val="24"/>
              </w:rPr>
              <w:t>Представление чисел в позиционных системах счисления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C3DA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</w:tr>
      <w:tr w:rsidR="00FB20AC" w:rsidRPr="001E033B" w:rsidTr="0062116A">
        <w:trPr>
          <w:gridBefore w:val="1"/>
          <w:wBefore w:w="120" w:type="dxa"/>
          <w:trHeight w:val="521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F23015" w:rsidRDefault="00FB20AC" w:rsidP="00027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015">
              <w:rPr>
                <w:rFonts w:ascii="Times New Roman" w:hAnsi="Times New Roman"/>
                <w:sz w:val="24"/>
                <w:szCs w:val="24"/>
              </w:rPr>
              <w:t>Перевод чисел из одной позиционной системы счисления в д</w:t>
            </w:r>
            <w:r>
              <w:rPr>
                <w:rFonts w:ascii="Times New Roman" w:hAnsi="Times New Roman"/>
                <w:sz w:val="24"/>
                <w:szCs w:val="24"/>
              </w:rPr>
              <w:t>ругую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C3DA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</w:tr>
      <w:tr w:rsidR="00FB20AC" w:rsidRPr="001E033B" w:rsidTr="0062116A">
        <w:trPr>
          <w:gridBefore w:val="1"/>
          <w:wBefore w:w="120" w:type="dxa"/>
          <w:trHeight w:val="438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F23015" w:rsidRDefault="00FB20AC" w:rsidP="00027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015">
              <w:rPr>
                <w:rFonts w:ascii="Times New Roman" w:hAnsi="Times New Roman"/>
                <w:sz w:val="24"/>
                <w:szCs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C3DA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</w:tr>
      <w:tr w:rsidR="00FB20AC" w:rsidRPr="001E033B" w:rsidTr="0062116A">
        <w:trPr>
          <w:gridBefore w:val="1"/>
          <w:wBefore w:w="120" w:type="dxa"/>
          <w:trHeight w:val="303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F23015" w:rsidRDefault="00FB20AC" w:rsidP="00027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33B">
              <w:rPr>
                <w:rFonts w:ascii="Times New Roman" w:hAnsi="Times New Roman"/>
                <w:sz w:val="24"/>
                <w:szCs w:val="24"/>
              </w:rPr>
              <w:t>Кодирование текстовой информации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FB20AC" w:rsidRPr="001E033B" w:rsidTr="0062116A">
        <w:trPr>
          <w:gridBefore w:val="1"/>
          <w:wBefore w:w="120" w:type="dxa"/>
          <w:trHeight w:val="311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F23015" w:rsidRDefault="00FB20AC" w:rsidP="00027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Кодирование графической и звуковой информации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FB20AC" w:rsidRPr="001E033B" w:rsidTr="0062116A">
        <w:trPr>
          <w:gridBefore w:val="1"/>
          <w:wBefore w:w="120" w:type="dxa"/>
          <w:trHeight w:val="293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F23015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E033B">
              <w:rPr>
                <w:rFonts w:ascii="Times New Roman" w:hAnsi="Times New Roman"/>
                <w:b/>
                <w:sz w:val="24"/>
                <w:szCs w:val="24"/>
              </w:rPr>
              <w:t>Элементы теории множеств и Алгебры логики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8F5090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8F5090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zh-CN"/>
              </w:rPr>
            </w:pPr>
            <w:r w:rsidRPr="005C3DA7">
              <w:rPr>
                <w:rFonts w:ascii="Times New Roman" w:hAnsi="Times New Roman"/>
                <w:b/>
                <w:sz w:val="24"/>
                <w:szCs w:val="24"/>
                <w:lang w:val="en-US" w:eastAsia="zh-CN"/>
              </w:rPr>
              <w:t>4</w:t>
            </w:r>
          </w:p>
        </w:tc>
      </w:tr>
      <w:tr w:rsidR="00FB20AC" w:rsidRPr="001E033B" w:rsidTr="0062116A">
        <w:trPr>
          <w:gridBefore w:val="1"/>
          <w:wBefore w:w="120" w:type="dxa"/>
          <w:trHeight w:val="338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F23015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F23015">
              <w:rPr>
                <w:rFonts w:ascii="Times New Roman" w:hAnsi="Times New Roman"/>
                <w:sz w:val="24"/>
                <w:szCs w:val="24"/>
                <w:lang w:eastAsia="zh-CN"/>
              </w:rPr>
              <w:t>Некоторые сведения из теории множеств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  <w:r w:rsidRPr="001E033B">
              <w:t xml:space="preserve"> </w:t>
            </w:r>
            <w:r w:rsidRPr="005C3DA7">
              <w:rPr>
                <w:rFonts w:ascii="Times New Roman" w:hAnsi="Times New Roman"/>
                <w:sz w:val="24"/>
                <w:szCs w:val="24"/>
                <w:lang w:eastAsia="zh-CN"/>
              </w:rPr>
              <w:t>Алгебра логики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FB20AC" w:rsidRPr="001E033B" w:rsidTr="0062116A">
        <w:trPr>
          <w:gridBefore w:val="1"/>
          <w:wBefore w:w="120" w:type="dxa"/>
          <w:trHeight w:val="338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C3DA7">
              <w:rPr>
                <w:rFonts w:ascii="Times New Roman" w:hAnsi="Times New Roman"/>
                <w:sz w:val="24"/>
                <w:szCs w:val="24"/>
                <w:lang w:eastAsia="zh-CN"/>
              </w:rPr>
              <w:t>Понятия, выс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казывани</w:t>
            </w:r>
            <w:r w:rsidRPr="005C3DA7">
              <w:rPr>
                <w:rFonts w:ascii="Times New Roman" w:hAnsi="Times New Roman"/>
                <w:sz w:val="24"/>
                <w:szCs w:val="24"/>
                <w:lang w:eastAsia="zh-CN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, логические функции</w:t>
            </w:r>
            <w:r w:rsidRPr="005C3DA7">
              <w:rPr>
                <w:rFonts w:ascii="Times New Roman" w:hAnsi="Times New Roman"/>
                <w:sz w:val="24"/>
                <w:szCs w:val="24"/>
                <w:lang w:eastAsia="zh-CN"/>
              </w:rPr>
              <w:t>. Таблицы истинности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5C3DA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</w:tr>
      <w:tr w:rsidR="00FB20AC" w:rsidRPr="001E033B" w:rsidTr="0062116A">
        <w:trPr>
          <w:gridBefore w:val="1"/>
          <w:wBefore w:w="120" w:type="dxa"/>
          <w:trHeight w:val="338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5C3DA7">
              <w:rPr>
                <w:rFonts w:ascii="Times New Roman" w:hAnsi="Times New Roman"/>
                <w:sz w:val="24"/>
                <w:szCs w:val="24"/>
                <w:lang w:eastAsia="zh-CN"/>
              </w:rPr>
              <w:t>Законы логики.</w:t>
            </w:r>
            <w:r w:rsidRPr="001E033B">
              <w:t xml:space="preserve"> </w:t>
            </w:r>
            <w:r w:rsidRPr="005C3DA7">
              <w:rPr>
                <w:rFonts w:ascii="Times New Roman" w:hAnsi="Times New Roman"/>
                <w:sz w:val="24"/>
                <w:szCs w:val="24"/>
                <w:lang w:eastAsia="zh-CN"/>
              </w:rPr>
              <w:t>Преобразование логических выраж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ений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</w:tr>
      <w:tr w:rsidR="00FB20AC" w:rsidRPr="001E033B" w:rsidTr="0062116A">
        <w:trPr>
          <w:gridBefore w:val="1"/>
          <w:wBefore w:w="120" w:type="dxa"/>
          <w:trHeight w:val="338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1E033B">
              <w:rPr>
                <w:rFonts w:ascii="Times New Roman" w:hAnsi="Times New Roman"/>
                <w:sz w:val="24"/>
                <w:szCs w:val="24"/>
              </w:rPr>
              <w:t>Элементы схемотехники. Логические схемы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</w:tr>
      <w:tr w:rsidR="00FB20AC" w:rsidRPr="001E033B" w:rsidTr="0062116A">
        <w:trPr>
          <w:gridBefore w:val="1"/>
          <w:wBefore w:w="120" w:type="dxa"/>
          <w:trHeight w:val="338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DA7">
              <w:rPr>
                <w:rFonts w:ascii="Times New Roman" w:hAnsi="Times New Roman"/>
                <w:sz w:val="24"/>
                <w:szCs w:val="24"/>
              </w:rPr>
              <w:t>Логические задачи и способы их решения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</w:tr>
      <w:tr w:rsidR="00FB20AC" w:rsidRPr="001E033B" w:rsidTr="0062116A">
        <w:trPr>
          <w:gridBefore w:val="1"/>
          <w:wBefore w:w="120" w:type="dxa"/>
          <w:trHeight w:val="333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1E033B">
              <w:rPr>
                <w:rFonts w:ascii="Times New Roman" w:hAnsi="Times New Roman"/>
                <w:b/>
                <w:sz w:val="24"/>
                <w:szCs w:val="24"/>
              </w:rPr>
              <w:t>Компьютер и его программное обеспечение.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C3DA7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C3DA7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5C3DA7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FB20AC" w:rsidRPr="001E033B" w:rsidTr="0062116A">
        <w:trPr>
          <w:gridBefore w:val="1"/>
          <w:wBefore w:w="120" w:type="dxa"/>
          <w:trHeight w:val="333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DA7">
              <w:rPr>
                <w:rFonts w:ascii="Times New Roman" w:hAnsi="Times New Roman"/>
                <w:sz w:val="24"/>
                <w:szCs w:val="24"/>
              </w:rPr>
              <w:t>История развития вычислительной техник</w:t>
            </w:r>
            <w:r>
              <w:rPr>
                <w:rFonts w:ascii="Times New Roman" w:hAnsi="Times New Roman"/>
                <w:sz w:val="24"/>
                <w:szCs w:val="24"/>
              </w:rPr>
              <w:t>и. Основополагающие принципы устройства ЭВМ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FB20AC" w:rsidRPr="001E033B" w:rsidTr="0062116A">
        <w:trPr>
          <w:gridBefore w:val="1"/>
          <w:wBefore w:w="120" w:type="dxa"/>
          <w:trHeight w:val="333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1E033B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33B">
              <w:rPr>
                <w:rFonts w:ascii="Times New Roman" w:hAnsi="Times New Roman"/>
                <w:sz w:val="24"/>
                <w:szCs w:val="24"/>
              </w:rPr>
              <w:t>Программное обеспечение компьютера. Классификация ПО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FB20AC" w:rsidRPr="001E033B" w:rsidTr="0062116A">
        <w:trPr>
          <w:gridBefore w:val="1"/>
          <w:wBefore w:w="120" w:type="dxa"/>
          <w:trHeight w:val="333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1E033B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33B">
              <w:rPr>
                <w:rFonts w:ascii="Times New Roman" w:hAnsi="Times New Roman"/>
                <w:sz w:val="24"/>
                <w:szCs w:val="24"/>
              </w:rPr>
              <w:t>Файловая система компьютера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5C3DA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FB20AC" w:rsidRPr="001E033B" w:rsidTr="0062116A">
        <w:trPr>
          <w:gridBefore w:val="1"/>
          <w:wBefore w:w="120" w:type="dxa"/>
          <w:trHeight w:val="540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174963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E033B">
              <w:rPr>
                <w:rFonts w:ascii="Times New Roman" w:hAnsi="Times New Roman"/>
                <w:b/>
                <w:sz w:val="24"/>
                <w:szCs w:val="24"/>
              </w:rPr>
              <w:t>Современные технологии создания и обработки  информационных объектов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174963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74963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174963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74963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174963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174963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</w:tr>
      <w:tr w:rsidR="00FB20AC" w:rsidRPr="001E033B" w:rsidTr="0062116A">
        <w:trPr>
          <w:gridBefore w:val="1"/>
          <w:wBefore w:w="120" w:type="dxa"/>
          <w:trHeight w:val="284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1E033B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33B">
              <w:rPr>
                <w:rFonts w:ascii="Times New Roman" w:hAnsi="Times New Roman"/>
                <w:sz w:val="24"/>
                <w:szCs w:val="24"/>
              </w:rPr>
              <w:t>Текстовые документы. Обработка и создание текстовых документов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174963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174963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174963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</w:tr>
      <w:tr w:rsidR="00FB20AC" w:rsidRPr="001E033B" w:rsidTr="0062116A">
        <w:trPr>
          <w:gridBefore w:val="1"/>
          <w:wBefore w:w="120" w:type="dxa"/>
          <w:trHeight w:val="249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1E033B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33B">
              <w:rPr>
                <w:rFonts w:ascii="Times New Roman" w:hAnsi="Times New Roman"/>
                <w:sz w:val="24"/>
                <w:szCs w:val="24"/>
              </w:rPr>
              <w:t>Объекты компьютерной графики.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174963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174963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174963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</w:tr>
      <w:tr w:rsidR="00FB20AC" w:rsidRPr="001E033B" w:rsidTr="0062116A">
        <w:trPr>
          <w:gridBefore w:val="1"/>
          <w:wBefore w:w="120" w:type="dxa"/>
          <w:trHeight w:val="249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1E033B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033B">
              <w:rPr>
                <w:rFonts w:ascii="Times New Roman" w:hAnsi="Times New Roman"/>
                <w:sz w:val="24"/>
                <w:szCs w:val="24"/>
              </w:rPr>
              <w:t>Компьютерные презентации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174963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  <w:tr w:rsidR="00FB20AC" w:rsidRPr="001E033B" w:rsidTr="0062116A">
        <w:trPr>
          <w:gridBefore w:val="1"/>
          <w:wBefore w:w="120" w:type="dxa"/>
          <w:trHeight w:val="540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Резерв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FB20AC" w:rsidRPr="001E033B" w:rsidTr="0062116A">
        <w:trPr>
          <w:gridBefore w:val="1"/>
          <w:wBefore w:w="120" w:type="dxa"/>
          <w:trHeight w:val="540"/>
        </w:trPr>
        <w:tc>
          <w:tcPr>
            <w:tcW w:w="911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D535F7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Итого по курсу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B20AC" w:rsidRPr="00D535F7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D535F7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:rsidR="00FB20AC" w:rsidRPr="008F5090" w:rsidRDefault="00FB20AC" w:rsidP="00027F2E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/>
              </w:rPr>
            </w:pPr>
            <w:r w:rsidRPr="00D535F7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zh-CN"/>
              </w:rPr>
              <w:t>8</w:t>
            </w:r>
          </w:p>
        </w:tc>
      </w:tr>
      <w:tr w:rsidR="00FB20AC" w:rsidRPr="001E033B" w:rsidTr="0062116A">
        <w:tblPrEx>
          <w:tblCellMar>
            <w:left w:w="108" w:type="dxa"/>
            <w:right w:w="108" w:type="dxa"/>
          </w:tblCellMar>
          <w:tblLook w:val="01E0"/>
        </w:tblPrEx>
        <w:trPr>
          <w:gridAfter w:val="1"/>
          <w:wAfter w:w="25" w:type="dxa"/>
          <w:trHeight w:val="2791"/>
        </w:trPr>
        <w:tc>
          <w:tcPr>
            <w:tcW w:w="5619" w:type="dxa"/>
            <w:gridSpan w:val="2"/>
          </w:tcPr>
          <w:p w:rsidR="00FB20AC" w:rsidRPr="001E033B" w:rsidRDefault="00FB20AC" w:rsidP="00BD7B2F">
            <w:pPr>
              <w:tabs>
                <w:tab w:val="left" w:pos="9214"/>
              </w:tabs>
              <w:spacing w:after="0"/>
              <w:ind w:firstLine="142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 w:rsidRPr="001E033B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СОГЛАСОВАНО </w:t>
            </w:r>
          </w:p>
          <w:p w:rsidR="00FB20AC" w:rsidRPr="001E033B" w:rsidRDefault="00FB20AC" w:rsidP="00BD7B2F">
            <w:pPr>
              <w:tabs>
                <w:tab w:val="left" w:pos="9214"/>
              </w:tabs>
              <w:spacing w:after="0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 w:rsidRPr="001E033B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Протокол заседания методического </w:t>
            </w:r>
          </w:p>
          <w:p w:rsidR="00FB20AC" w:rsidRPr="001E033B" w:rsidRDefault="00FB20AC" w:rsidP="00BD7B2F">
            <w:pPr>
              <w:tabs>
                <w:tab w:val="left" w:pos="9214"/>
              </w:tabs>
              <w:spacing w:after="0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 w:rsidRPr="001E033B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объединения  учителей  математики, </w:t>
            </w:r>
          </w:p>
          <w:p w:rsidR="00FB20AC" w:rsidRPr="001E033B" w:rsidRDefault="00FB20AC" w:rsidP="00BD7B2F">
            <w:pPr>
              <w:tabs>
                <w:tab w:val="left" w:pos="9214"/>
              </w:tabs>
              <w:spacing w:after="0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 w:rsidRPr="001E033B">
              <w:rPr>
                <w:rFonts w:ascii="Times New Roman" w:hAnsi="Times New Roman"/>
                <w:color w:val="1A1A1A"/>
                <w:sz w:val="28"/>
                <w:szCs w:val="28"/>
              </w:rPr>
              <w:t>физики, астрономии, информатики  и  ИКТ, ИЗО,  технологии  МБОУ СОШ №2  от  29.08.2019  года  №1</w:t>
            </w:r>
          </w:p>
          <w:p w:rsidR="00FB20AC" w:rsidRPr="001E033B" w:rsidRDefault="00FB20AC" w:rsidP="00BD7B2F">
            <w:pPr>
              <w:tabs>
                <w:tab w:val="left" w:pos="9214"/>
              </w:tabs>
              <w:spacing w:after="0"/>
              <w:ind w:firstLine="142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 w:rsidRPr="001E033B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__________________Лихоеденко Л.В. </w:t>
            </w:r>
          </w:p>
          <w:p w:rsidR="00FB20AC" w:rsidRPr="001E033B" w:rsidRDefault="00FB20AC" w:rsidP="00BD7B2F">
            <w:pPr>
              <w:tabs>
                <w:tab w:val="left" w:pos="9214"/>
              </w:tabs>
              <w:spacing w:after="0"/>
              <w:ind w:firstLine="142"/>
              <w:rPr>
                <w:rFonts w:ascii="Times New Roman" w:hAnsi="Times New Roman"/>
                <w:color w:val="1A1A1A"/>
                <w:sz w:val="28"/>
                <w:szCs w:val="28"/>
              </w:rPr>
            </w:pPr>
          </w:p>
        </w:tc>
        <w:tc>
          <w:tcPr>
            <w:tcW w:w="9090" w:type="dxa"/>
            <w:gridSpan w:val="4"/>
          </w:tcPr>
          <w:p w:rsidR="00FB20AC" w:rsidRPr="001E033B" w:rsidRDefault="00FB20AC" w:rsidP="00BD7B2F">
            <w:pPr>
              <w:tabs>
                <w:tab w:val="left" w:pos="9214"/>
              </w:tabs>
              <w:spacing w:after="0"/>
              <w:ind w:firstLine="142"/>
              <w:jc w:val="right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 w:rsidRPr="001E033B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          СОГЛАСОВАНО </w:t>
            </w:r>
          </w:p>
          <w:p w:rsidR="00FB20AC" w:rsidRPr="001E033B" w:rsidRDefault="00FB20AC" w:rsidP="00BD7B2F">
            <w:pPr>
              <w:tabs>
                <w:tab w:val="left" w:pos="9214"/>
              </w:tabs>
              <w:spacing w:after="0"/>
              <w:ind w:firstLine="142"/>
              <w:jc w:val="right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 w:rsidRPr="001E033B">
              <w:rPr>
                <w:rFonts w:ascii="Times New Roman" w:hAnsi="Times New Roman"/>
                <w:color w:val="1A1A1A"/>
                <w:sz w:val="28"/>
                <w:szCs w:val="28"/>
              </w:rPr>
              <w:t>Заместитель директора по ВР</w:t>
            </w:r>
          </w:p>
          <w:p w:rsidR="00FB20AC" w:rsidRPr="001E033B" w:rsidRDefault="00FB20AC" w:rsidP="00BD7B2F">
            <w:pPr>
              <w:tabs>
                <w:tab w:val="left" w:pos="9214"/>
              </w:tabs>
              <w:spacing w:after="0"/>
              <w:ind w:firstLine="142"/>
              <w:jc w:val="right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 w:rsidRPr="001E033B">
              <w:rPr>
                <w:rFonts w:ascii="Times New Roman" w:hAnsi="Times New Roman"/>
                <w:color w:val="1A1A1A"/>
                <w:sz w:val="28"/>
                <w:szCs w:val="28"/>
              </w:rPr>
              <w:t xml:space="preserve">        ______________Ихнева А.В.</w:t>
            </w:r>
          </w:p>
          <w:p w:rsidR="00FB20AC" w:rsidRPr="001E033B" w:rsidRDefault="00FB20AC" w:rsidP="00BD7B2F">
            <w:pPr>
              <w:tabs>
                <w:tab w:val="left" w:pos="9214"/>
              </w:tabs>
              <w:spacing w:after="0"/>
              <w:ind w:firstLine="142"/>
              <w:jc w:val="right"/>
              <w:rPr>
                <w:rFonts w:ascii="Times New Roman" w:hAnsi="Times New Roman"/>
                <w:color w:val="1A1A1A"/>
                <w:sz w:val="28"/>
                <w:szCs w:val="28"/>
              </w:rPr>
            </w:pPr>
            <w:r w:rsidRPr="001E033B">
              <w:rPr>
                <w:rFonts w:ascii="Times New Roman" w:hAnsi="Times New Roman"/>
                <w:color w:val="1A1A1A"/>
                <w:sz w:val="28"/>
                <w:szCs w:val="28"/>
              </w:rPr>
              <w:t>«29»  августа   2019  года</w:t>
            </w:r>
          </w:p>
        </w:tc>
      </w:tr>
    </w:tbl>
    <w:p w:rsidR="00FB20AC" w:rsidRPr="00BD7B2F" w:rsidRDefault="00FB20AC" w:rsidP="00BD7B2F">
      <w:pPr>
        <w:spacing w:after="0"/>
        <w:rPr>
          <w:rFonts w:ascii="Times New Roman" w:hAnsi="Times New Roman"/>
          <w:sz w:val="28"/>
          <w:szCs w:val="28"/>
        </w:rPr>
      </w:pPr>
    </w:p>
    <w:sectPr w:rsidR="00FB20AC" w:rsidRPr="00BD7B2F" w:rsidSect="00D16AB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/>
      </w:rPr>
    </w:lvl>
  </w:abstractNum>
  <w:abstractNum w:abstractNumId="1">
    <w:nsid w:val="0F707D9E"/>
    <w:multiLevelType w:val="hybridMultilevel"/>
    <w:tmpl w:val="D9787C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93DD7"/>
    <w:multiLevelType w:val="hybridMultilevel"/>
    <w:tmpl w:val="461E5D3E"/>
    <w:lvl w:ilvl="0" w:tplc="8BF4B7C2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409CF"/>
    <w:multiLevelType w:val="hybridMultilevel"/>
    <w:tmpl w:val="0CBAAF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6D7166"/>
    <w:multiLevelType w:val="hybridMultilevel"/>
    <w:tmpl w:val="2AA8C466"/>
    <w:lvl w:ilvl="0" w:tplc="8BF4B7C2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36B7C"/>
    <w:multiLevelType w:val="hybridMultilevel"/>
    <w:tmpl w:val="5F40A394"/>
    <w:lvl w:ilvl="0" w:tplc="8BF4B7C2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4C23C2"/>
    <w:multiLevelType w:val="hybridMultilevel"/>
    <w:tmpl w:val="29D41D16"/>
    <w:lvl w:ilvl="0" w:tplc="602E376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F0277A4"/>
    <w:multiLevelType w:val="multilevel"/>
    <w:tmpl w:val="A816F2A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8">
    <w:nsid w:val="41EA713C"/>
    <w:multiLevelType w:val="hybridMultilevel"/>
    <w:tmpl w:val="964A30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A45B35"/>
    <w:multiLevelType w:val="hybridMultilevel"/>
    <w:tmpl w:val="BA828D1A"/>
    <w:lvl w:ilvl="0" w:tplc="602E37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2D3381"/>
    <w:multiLevelType w:val="hybridMultilevel"/>
    <w:tmpl w:val="720A5EF0"/>
    <w:lvl w:ilvl="0" w:tplc="A24A7E0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AAC6DE9"/>
    <w:multiLevelType w:val="multilevel"/>
    <w:tmpl w:val="8EC49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9A4EAD"/>
    <w:multiLevelType w:val="hybridMultilevel"/>
    <w:tmpl w:val="27181802"/>
    <w:lvl w:ilvl="0" w:tplc="8BF4B7C2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F5275"/>
    <w:multiLevelType w:val="hybridMultilevel"/>
    <w:tmpl w:val="0CC895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5CE0352"/>
    <w:multiLevelType w:val="hybridMultilevel"/>
    <w:tmpl w:val="35EAB316"/>
    <w:lvl w:ilvl="0" w:tplc="602E37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021479"/>
    <w:multiLevelType w:val="hybridMultilevel"/>
    <w:tmpl w:val="59629C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62D6F96"/>
    <w:multiLevelType w:val="hybridMultilevel"/>
    <w:tmpl w:val="A74CC1E2"/>
    <w:lvl w:ilvl="0" w:tplc="67386742">
      <w:start w:val="1"/>
      <w:numFmt w:val="decimal"/>
      <w:lvlText w:val="%1."/>
      <w:lvlJc w:val="left"/>
      <w:pPr>
        <w:ind w:left="-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15" w:hanging="180"/>
      </w:pPr>
      <w:rPr>
        <w:rFonts w:cs="Times New Roman"/>
      </w:rPr>
    </w:lvl>
  </w:abstractNum>
  <w:abstractNum w:abstractNumId="17">
    <w:nsid w:val="7E3104CE"/>
    <w:multiLevelType w:val="hybridMultilevel"/>
    <w:tmpl w:val="23F0F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5"/>
  </w:num>
  <w:num w:numId="5">
    <w:abstractNumId w:val="2"/>
  </w:num>
  <w:num w:numId="6">
    <w:abstractNumId w:val="12"/>
  </w:num>
  <w:num w:numId="7">
    <w:abstractNumId w:val="4"/>
  </w:num>
  <w:num w:numId="8">
    <w:abstractNumId w:val="13"/>
  </w:num>
  <w:num w:numId="9">
    <w:abstractNumId w:val="15"/>
  </w:num>
  <w:num w:numId="10">
    <w:abstractNumId w:val="6"/>
  </w:num>
  <w:num w:numId="11">
    <w:abstractNumId w:val="14"/>
  </w:num>
  <w:num w:numId="12">
    <w:abstractNumId w:val="9"/>
  </w:num>
  <w:num w:numId="13">
    <w:abstractNumId w:val="8"/>
  </w:num>
  <w:num w:numId="14">
    <w:abstractNumId w:val="17"/>
  </w:num>
  <w:num w:numId="15">
    <w:abstractNumId w:val="1"/>
  </w:num>
  <w:num w:numId="16">
    <w:abstractNumId w:val="10"/>
  </w:num>
  <w:num w:numId="17">
    <w:abstractNumId w:val="7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4001"/>
    <w:rsid w:val="00027F2E"/>
    <w:rsid w:val="000449B8"/>
    <w:rsid w:val="00045D0A"/>
    <w:rsid w:val="00067173"/>
    <w:rsid w:val="00127BEA"/>
    <w:rsid w:val="00167CC0"/>
    <w:rsid w:val="00174963"/>
    <w:rsid w:val="001D4B64"/>
    <w:rsid w:val="001E033B"/>
    <w:rsid w:val="0026276C"/>
    <w:rsid w:val="00275062"/>
    <w:rsid w:val="002C79F3"/>
    <w:rsid w:val="002E0EB2"/>
    <w:rsid w:val="002F5B81"/>
    <w:rsid w:val="00311215"/>
    <w:rsid w:val="00372026"/>
    <w:rsid w:val="003A781D"/>
    <w:rsid w:val="003E2584"/>
    <w:rsid w:val="0043687F"/>
    <w:rsid w:val="00461368"/>
    <w:rsid w:val="004C2157"/>
    <w:rsid w:val="00520290"/>
    <w:rsid w:val="005823C2"/>
    <w:rsid w:val="005A1FB9"/>
    <w:rsid w:val="005C3DA7"/>
    <w:rsid w:val="005C651B"/>
    <w:rsid w:val="005D0127"/>
    <w:rsid w:val="005D7FC6"/>
    <w:rsid w:val="0062116A"/>
    <w:rsid w:val="00631724"/>
    <w:rsid w:val="007272A3"/>
    <w:rsid w:val="007F3FAC"/>
    <w:rsid w:val="008D7957"/>
    <w:rsid w:val="008F5090"/>
    <w:rsid w:val="008F6D81"/>
    <w:rsid w:val="00976AB3"/>
    <w:rsid w:val="009911B0"/>
    <w:rsid w:val="009E0AEA"/>
    <w:rsid w:val="00A63A86"/>
    <w:rsid w:val="00A81FAA"/>
    <w:rsid w:val="00B10458"/>
    <w:rsid w:val="00BD7B2F"/>
    <w:rsid w:val="00C26833"/>
    <w:rsid w:val="00C74D3E"/>
    <w:rsid w:val="00CF11B3"/>
    <w:rsid w:val="00D14001"/>
    <w:rsid w:val="00D16ABF"/>
    <w:rsid w:val="00D535F7"/>
    <w:rsid w:val="00DD2F49"/>
    <w:rsid w:val="00DF2DED"/>
    <w:rsid w:val="00E437E1"/>
    <w:rsid w:val="00E80AFF"/>
    <w:rsid w:val="00E93F96"/>
    <w:rsid w:val="00ED270A"/>
    <w:rsid w:val="00F23015"/>
    <w:rsid w:val="00F5477C"/>
    <w:rsid w:val="00FB20AC"/>
    <w:rsid w:val="00FF2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1B0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BD7B2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D7B2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D7B2F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D7B2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D7B2F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D7B2F"/>
    <w:rPr>
      <w:rFonts w:ascii="Cambria" w:hAnsi="Cambria" w:cs="Times New Roman"/>
      <w:i/>
      <w:iCs/>
      <w:color w:val="243F60"/>
    </w:rPr>
  </w:style>
  <w:style w:type="paragraph" w:styleId="ListParagraph">
    <w:name w:val="List Paragraph"/>
    <w:basedOn w:val="Normal"/>
    <w:link w:val="ListParagraphChar"/>
    <w:uiPriority w:val="99"/>
    <w:qFormat/>
    <w:rsid w:val="00DD2F49"/>
    <w:pPr>
      <w:ind w:left="720"/>
      <w:contextualSpacing/>
    </w:pPr>
  </w:style>
  <w:style w:type="paragraph" w:styleId="NoSpacing">
    <w:name w:val="No Spacing"/>
    <w:uiPriority w:val="99"/>
    <w:qFormat/>
    <w:rsid w:val="00C26833"/>
  </w:style>
  <w:style w:type="character" w:styleId="Strong">
    <w:name w:val="Strong"/>
    <w:basedOn w:val="DefaultParagraphFont"/>
    <w:uiPriority w:val="99"/>
    <w:qFormat/>
    <w:rsid w:val="00127BEA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127BEA"/>
    <w:pPr>
      <w:widowControl w:val="0"/>
      <w:suppressAutoHyphens/>
      <w:spacing w:before="280" w:after="280" w:line="240" w:lineRule="auto"/>
    </w:pPr>
    <w:rPr>
      <w:rFonts w:ascii="Times New Roman" w:hAnsi="Times New Roman"/>
      <w:kern w:val="1"/>
      <w:sz w:val="24"/>
      <w:szCs w:val="24"/>
      <w:lang w:eastAsia="en-US"/>
    </w:rPr>
  </w:style>
  <w:style w:type="character" w:customStyle="1" w:styleId="WW8Num11z0">
    <w:name w:val="WW8Num11z0"/>
    <w:uiPriority w:val="99"/>
    <w:rsid w:val="00127BEA"/>
    <w:rPr>
      <w:rFonts w:ascii="Wingdings 2" w:hAnsi="Wingdings 2"/>
    </w:rPr>
  </w:style>
  <w:style w:type="character" w:customStyle="1" w:styleId="WW8Num3z1">
    <w:name w:val="WW8Num3z1"/>
    <w:uiPriority w:val="99"/>
    <w:rsid w:val="00127BEA"/>
    <w:rPr>
      <w:rFonts w:ascii="Courier New" w:hAnsi="Courier New"/>
    </w:rPr>
  </w:style>
  <w:style w:type="character" w:customStyle="1" w:styleId="WW8Num9z0">
    <w:name w:val="WW8Num9z0"/>
    <w:uiPriority w:val="99"/>
    <w:rsid w:val="00127BEA"/>
    <w:rPr>
      <w:color w:val="auto"/>
    </w:rPr>
  </w:style>
  <w:style w:type="paragraph" w:customStyle="1" w:styleId="1">
    <w:name w:val="Без интервала1"/>
    <w:basedOn w:val="Normal"/>
    <w:uiPriority w:val="99"/>
    <w:rsid w:val="00BD7B2F"/>
    <w:pPr>
      <w:spacing w:after="0" w:line="240" w:lineRule="auto"/>
    </w:pPr>
    <w:rPr>
      <w:lang w:eastAsia="en-US"/>
    </w:rPr>
  </w:style>
  <w:style w:type="character" w:customStyle="1" w:styleId="FontStyle11">
    <w:name w:val="Font Style11"/>
    <w:basedOn w:val="DefaultParagraphFont"/>
    <w:uiPriority w:val="99"/>
    <w:rsid w:val="00BD7B2F"/>
    <w:rPr>
      <w:rFonts w:ascii="Century Schoolbook" w:hAnsi="Century Schoolbook" w:cs="Century Schoolbook"/>
      <w:b/>
      <w:bCs/>
      <w:sz w:val="24"/>
      <w:szCs w:val="24"/>
    </w:rPr>
  </w:style>
  <w:style w:type="paragraph" w:customStyle="1" w:styleId="Style4">
    <w:name w:val="Style4"/>
    <w:basedOn w:val="Normal"/>
    <w:uiPriority w:val="99"/>
    <w:rsid w:val="00BD7B2F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character" w:customStyle="1" w:styleId="FontStyle12">
    <w:name w:val="Font Style12"/>
    <w:basedOn w:val="DefaultParagraphFont"/>
    <w:uiPriority w:val="99"/>
    <w:rsid w:val="00BD7B2F"/>
    <w:rPr>
      <w:rFonts w:ascii="Century Schoolbook" w:hAnsi="Century Schoolbook" w:cs="Century Schoolbook"/>
      <w:sz w:val="24"/>
      <w:szCs w:val="24"/>
    </w:rPr>
  </w:style>
  <w:style w:type="character" w:customStyle="1" w:styleId="FontStyle16">
    <w:name w:val="Font Style16"/>
    <w:basedOn w:val="DefaultParagraphFont"/>
    <w:uiPriority w:val="99"/>
    <w:rsid w:val="00BD7B2F"/>
    <w:rPr>
      <w:rFonts w:ascii="Calibri" w:hAnsi="Calibri" w:cs="Calibri"/>
      <w:b/>
      <w:bCs/>
      <w:i/>
      <w:iCs/>
      <w:sz w:val="26"/>
      <w:szCs w:val="26"/>
    </w:rPr>
  </w:style>
  <w:style w:type="paragraph" w:customStyle="1" w:styleId="Style8">
    <w:name w:val="Style8"/>
    <w:basedOn w:val="Normal"/>
    <w:uiPriority w:val="99"/>
    <w:rsid w:val="00BD7B2F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character" w:customStyle="1" w:styleId="FontStyle14">
    <w:name w:val="Font Style14"/>
    <w:basedOn w:val="DefaultParagraphFont"/>
    <w:uiPriority w:val="99"/>
    <w:rsid w:val="00BD7B2F"/>
    <w:rPr>
      <w:rFonts w:ascii="Calibri" w:hAnsi="Calibri" w:cs="Calibri"/>
      <w:b/>
      <w:bCs/>
      <w:i/>
      <w:iCs/>
      <w:sz w:val="26"/>
      <w:szCs w:val="26"/>
    </w:rPr>
  </w:style>
  <w:style w:type="character" w:customStyle="1" w:styleId="ListParagraphChar">
    <w:name w:val="List Paragraph Char"/>
    <w:link w:val="ListParagraph"/>
    <w:uiPriority w:val="99"/>
    <w:locked/>
    <w:rsid w:val="00BD7B2F"/>
  </w:style>
  <w:style w:type="paragraph" w:styleId="Header">
    <w:name w:val="header"/>
    <w:basedOn w:val="Normal"/>
    <w:link w:val="HeaderChar"/>
    <w:uiPriority w:val="99"/>
    <w:rsid w:val="00BD7B2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D7B2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02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2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2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2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2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2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2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2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2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413</TotalTime>
  <Pages>9</Pages>
  <Words>2389</Words>
  <Characters>13618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10</cp:revision>
  <dcterms:created xsi:type="dcterms:W3CDTF">2017-08-05T20:41:00Z</dcterms:created>
  <dcterms:modified xsi:type="dcterms:W3CDTF">2020-05-07T08:41:00Z</dcterms:modified>
</cp:coreProperties>
</file>